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3DD02" w14:textId="77777777" w:rsidR="009B664E" w:rsidRDefault="009B664E" w:rsidP="009B664E">
      <w:pPr>
        <w:rPr>
          <w:rFonts w:ascii="Engravers MT" w:hAnsi="Engravers MT" w:cs="Engravers MT"/>
          <w:color w:val="6699CC"/>
          <w:sz w:val="28"/>
          <w:szCs w:val="28"/>
        </w:rPr>
      </w:pPr>
      <w:r>
        <w:rPr>
          <w:rFonts w:ascii="Engravers MT" w:hAnsi="Engravers MT" w:cs="Engravers MT"/>
          <w:color w:val="6699CC"/>
          <w:sz w:val="28"/>
          <w:szCs w:val="28"/>
        </w:rPr>
        <w:t>Lee Thomas Mitchell</w:t>
      </w:r>
    </w:p>
    <w:p w14:paraId="334268E6" w14:textId="77777777" w:rsidR="00473475" w:rsidRDefault="00473475" w:rsidP="00AA3C7A">
      <w:pPr>
        <w:pBdr>
          <w:left w:val="single" w:sz="32" w:space="1" w:color="C0C0C0"/>
        </w:pBdr>
        <w:ind w:left="4320"/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8612 </w:t>
      </w:r>
      <w:proofErr w:type="spellStart"/>
      <w:r>
        <w:rPr>
          <w:rFonts w:ascii="Franklin Gothic Medium Cond" w:hAnsi="Franklin Gothic Medium Cond" w:cs="Franklin Gothic Medium Cond"/>
          <w:sz w:val="16"/>
          <w:szCs w:val="16"/>
        </w:rPr>
        <w:t>Venezia</w:t>
      </w:r>
      <w:proofErr w:type="spellEnd"/>
      <w:r>
        <w:rPr>
          <w:rFonts w:ascii="Franklin Gothic Medium Cond" w:hAnsi="Franklin Gothic Medium Cond" w:cs="Franklin Gothic Medium Cond"/>
          <w:sz w:val="16"/>
          <w:szCs w:val="16"/>
        </w:rPr>
        <w:t xml:space="preserve"> </w:t>
      </w:r>
      <w:proofErr w:type="spellStart"/>
      <w:r>
        <w:rPr>
          <w:rFonts w:ascii="Franklin Gothic Medium Cond" w:hAnsi="Franklin Gothic Medium Cond" w:cs="Franklin Gothic Medium Cond"/>
          <w:sz w:val="16"/>
          <w:szCs w:val="16"/>
        </w:rPr>
        <w:t>Dr</w:t>
      </w:r>
      <w:proofErr w:type="spellEnd"/>
      <w:r w:rsidR="00AA3C7A">
        <w:rPr>
          <w:rFonts w:ascii="Franklin Gothic Medium Cond" w:hAnsi="Franklin Gothic Medium Cond" w:cs="Franklin Gothic Medium Cond"/>
          <w:sz w:val="16"/>
          <w:szCs w:val="16"/>
        </w:rPr>
        <w:t xml:space="preserve"> </w:t>
      </w:r>
      <w:r>
        <w:rPr>
          <w:rFonts w:ascii="Franklin Gothic Medium Cond" w:hAnsi="Franklin Gothic Medium Cond" w:cs="Franklin Gothic Medium Cond"/>
          <w:sz w:val="16"/>
          <w:szCs w:val="16"/>
        </w:rPr>
        <w:t>#2317</w:t>
      </w:r>
    </w:p>
    <w:p w14:paraId="15BF0ADC" w14:textId="77777777" w:rsidR="009B664E" w:rsidRDefault="00473475" w:rsidP="009B664E">
      <w:pPr>
        <w:pBdr>
          <w:left w:val="single" w:sz="32" w:space="1" w:color="C0C0C0"/>
        </w:pBdr>
        <w:ind w:left="4320"/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Orlando</w:t>
      </w:r>
      <w:r w:rsidR="003C2D76">
        <w:rPr>
          <w:rFonts w:ascii="Franklin Gothic Medium Cond" w:hAnsi="Franklin Gothic Medium Cond" w:cs="Franklin Gothic Medium Cond"/>
          <w:sz w:val="16"/>
          <w:szCs w:val="16"/>
        </w:rPr>
        <w:t xml:space="preserve">, FL  </w:t>
      </w:r>
      <w:r>
        <w:rPr>
          <w:rFonts w:ascii="Franklin Gothic Medium Cond" w:hAnsi="Franklin Gothic Medium Cond" w:cs="Franklin Gothic Medium Cond"/>
          <w:sz w:val="16"/>
          <w:szCs w:val="16"/>
        </w:rPr>
        <w:t>32810</w:t>
      </w:r>
    </w:p>
    <w:p w14:paraId="5D106273" w14:textId="77777777" w:rsidR="009B664E" w:rsidRDefault="009B664E" w:rsidP="009B664E">
      <w:pPr>
        <w:pBdr>
          <w:left w:val="single" w:sz="32" w:space="1" w:color="C0C0C0"/>
        </w:pBdr>
        <w:ind w:left="4320"/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Phone: (810)-300-9966</w:t>
      </w:r>
    </w:p>
    <w:p w14:paraId="589DCF63" w14:textId="77777777" w:rsidR="009B664E" w:rsidRDefault="009B664E" w:rsidP="009B664E">
      <w:pPr>
        <w:pBdr>
          <w:left w:val="single" w:sz="32" w:space="1" w:color="C0C0C0"/>
        </w:pBdr>
        <w:ind w:left="4320"/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Email: </w:t>
      </w:r>
      <w:r w:rsidR="00964B1E">
        <w:rPr>
          <w:rFonts w:ascii="Franklin Gothic Medium Cond" w:hAnsi="Franklin Gothic Medium Cond" w:cs="Franklin Gothic Medium Cond"/>
          <w:sz w:val="16"/>
          <w:szCs w:val="16"/>
        </w:rPr>
        <w:t>leemitchell@ltmitchell.com</w:t>
      </w:r>
    </w:p>
    <w:p w14:paraId="3929DB3D" w14:textId="77777777" w:rsidR="009B664E" w:rsidRPr="00C06388" w:rsidRDefault="00E44683" w:rsidP="00C06388">
      <w:pPr>
        <w:pBdr>
          <w:left w:val="single" w:sz="32" w:space="1" w:color="C0C0C0"/>
        </w:pBdr>
        <w:ind w:left="4320"/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Web Site: </w:t>
      </w:r>
      <w:hyperlink r:id="rId8" w:history="1">
        <w:r w:rsidRPr="00797F53">
          <w:rPr>
            <w:rStyle w:val="Hyperlink"/>
            <w:rFonts w:ascii="Franklin Gothic Medium Cond" w:hAnsi="Franklin Gothic Medium Cond" w:cs="Franklin Gothic Medium Cond"/>
            <w:sz w:val="16"/>
            <w:szCs w:val="16"/>
          </w:rPr>
          <w:t>http://</w:t>
        </w:r>
        <w:r w:rsidR="00FB2F2C" w:rsidRPr="00797F53">
          <w:rPr>
            <w:rStyle w:val="Hyperlink"/>
            <w:rFonts w:ascii="Franklin Gothic Medium Cond" w:hAnsi="Franklin Gothic Medium Cond" w:cs="Franklin Gothic Medium Cond"/>
            <w:sz w:val="16"/>
            <w:szCs w:val="16"/>
          </w:rPr>
          <w:t>www.</w:t>
        </w:r>
        <w:r w:rsidRPr="00797F53">
          <w:rPr>
            <w:rStyle w:val="Hyperlink"/>
            <w:rFonts w:ascii="Franklin Gothic Medium Cond" w:hAnsi="Franklin Gothic Medium Cond" w:cs="Franklin Gothic Medium Cond"/>
            <w:sz w:val="16"/>
            <w:szCs w:val="16"/>
          </w:rPr>
          <w:t>ltmitchell.com</w:t>
        </w:r>
      </w:hyperlink>
    </w:p>
    <w:p w14:paraId="15CC7793" w14:textId="77777777" w:rsidR="009B664E" w:rsidRDefault="009B664E" w:rsidP="009B664E">
      <w:pPr>
        <w:rPr>
          <w:rFonts w:ascii="Franklin Gothic Medium Cond" w:hAnsi="Franklin Gothic Medium Cond" w:cs="Franklin Gothic Medium Cond"/>
          <w:sz w:val="22"/>
          <w:szCs w:val="22"/>
        </w:rPr>
      </w:pPr>
    </w:p>
    <w:p w14:paraId="6013EFA8" w14:textId="77777777" w:rsidR="009B664E" w:rsidRPr="00C06388" w:rsidRDefault="009B664E" w:rsidP="009B664E">
      <w:pPr>
        <w:rPr>
          <w:rFonts w:ascii="Franklin Gothic Medium Cond" w:hAnsi="Franklin Gothic Medium Cond" w:cs="Franklin Gothic Medium Cond"/>
          <w:color w:val="6699CC"/>
          <w:szCs w:val="20"/>
        </w:rPr>
      </w:pPr>
      <w:r w:rsidRPr="00C06388">
        <w:rPr>
          <w:rFonts w:ascii="Franklin Gothic Medium Cond" w:hAnsi="Franklin Gothic Medium Cond" w:cs="Franklin Gothic Medium Cond"/>
          <w:color w:val="6699CC"/>
          <w:szCs w:val="20"/>
        </w:rPr>
        <w:t xml:space="preserve">OBJECTIVE: </w:t>
      </w:r>
    </w:p>
    <w:p w14:paraId="77DDF524" w14:textId="2C170412" w:rsidR="009B664E" w:rsidRPr="00B754FB" w:rsidRDefault="009B664E" w:rsidP="009B664E">
      <w:pPr>
        <w:pStyle w:val="ListParagraph"/>
        <w:numPr>
          <w:ilvl w:val="0"/>
          <w:numId w:val="14"/>
        </w:numPr>
        <w:rPr>
          <w:rFonts w:ascii="Franklin Gothic Medium Cond" w:hAnsi="Franklin Gothic Medium Cond" w:cs="Franklin Gothic Medium Cond"/>
          <w:sz w:val="17"/>
          <w:szCs w:val="17"/>
        </w:rPr>
      </w:pPr>
      <w:r w:rsidRPr="00B754FB">
        <w:rPr>
          <w:rFonts w:ascii="Franklin Gothic Medium Cond" w:hAnsi="Franklin Gothic Medium Cond" w:cs="Franklin Gothic Medium Cond"/>
          <w:sz w:val="17"/>
          <w:szCs w:val="17"/>
        </w:rPr>
        <w:t xml:space="preserve">Bring my lifelong passion </w:t>
      </w:r>
      <w:r w:rsidR="007D2C8E">
        <w:rPr>
          <w:rFonts w:ascii="Franklin Gothic Medium Cond" w:hAnsi="Franklin Gothic Medium Cond" w:cs="Franklin Gothic Medium Cond"/>
          <w:sz w:val="17"/>
          <w:szCs w:val="17"/>
        </w:rPr>
        <w:t>of programming to every project</w:t>
      </w:r>
    </w:p>
    <w:p w14:paraId="1912629D" w14:textId="52A707EA" w:rsidR="009B664E" w:rsidRPr="00B754FB" w:rsidRDefault="009B664E" w:rsidP="009B664E">
      <w:pPr>
        <w:pStyle w:val="ListParagraph"/>
        <w:numPr>
          <w:ilvl w:val="0"/>
          <w:numId w:val="14"/>
        </w:numPr>
        <w:rPr>
          <w:rFonts w:ascii="Franklin Gothic Medium Cond" w:hAnsi="Franklin Gothic Medium Cond" w:cs="Franklin Gothic Medium Cond"/>
          <w:sz w:val="17"/>
          <w:szCs w:val="17"/>
        </w:rPr>
      </w:pPr>
      <w:r w:rsidRPr="00B754FB">
        <w:rPr>
          <w:rFonts w:ascii="Franklin Gothic Medium Cond" w:hAnsi="Franklin Gothic Medium Cond" w:cs="Franklin Gothic Medium Cond"/>
          <w:sz w:val="17"/>
          <w:szCs w:val="17"/>
        </w:rPr>
        <w:t xml:space="preserve">Make the best </w:t>
      </w:r>
      <w:r w:rsidR="009720DE" w:rsidRPr="00B754FB">
        <w:rPr>
          <w:rFonts w:ascii="Franklin Gothic Medium Cond" w:hAnsi="Franklin Gothic Medium Cond" w:cs="Franklin Gothic Medium Cond"/>
          <w:sz w:val="17"/>
          <w:szCs w:val="17"/>
        </w:rPr>
        <w:t>games</w:t>
      </w:r>
      <w:r w:rsidR="007D2C8E">
        <w:rPr>
          <w:rFonts w:ascii="Franklin Gothic Medium Cond" w:hAnsi="Franklin Gothic Medium Cond" w:cs="Franklin Gothic Medium Cond"/>
          <w:sz w:val="17"/>
          <w:szCs w:val="17"/>
        </w:rPr>
        <w:t xml:space="preserve"> available on the market</w:t>
      </w:r>
    </w:p>
    <w:p w14:paraId="715DD050" w14:textId="08C2FEF0" w:rsidR="009B664E" w:rsidRPr="00B754FB" w:rsidRDefault="009B664E" w:rsidP="009B664E">
      <w:pPr>
        <w:pStyle w:val="ListParagraph"/>
        <w:numPr>
          <w:ilvl w:val="0"/>
          <w:numId w:val="14"/>
        </w:numPr>
        <w:rPr>
          <w:rFonts w:ascii="Franklin Gothic Medium Cond" w:hAnsi="Franklin Gothic Medium Cond" w:cs="Franklin Gothic Medium Cond"/>
          <w:sz w:val="17"/>
          <w:szCs w:val="17"/>
        </w:rPr>
      </w:pPr>
      <w:r w:rsidRPr="00B754FB">
        <w:rPr>
          <w:rFonts w:ascii="Franklin Gothic Medium Cond" w:hAnsi="Franklin Gothic Medium Cond" w:cs="Franklin Gothic Medium Cond"/>
          <w:sz w:val="17"/>
          <w:szCs w:val="17"/>
        </w:rPr>
        <w:t>Take on any programming task and overcome it with skillful and</w:t>
      </w:r>
      <w:r w:rsidR="007D2C8E">
        <w:rPr>
          <w:rFonts w:ascii="Franklin Gothic Medium Cond" w:hAnsi="Franklin Gothic Medium Cond" w:cs="Franklin Gothic Medium Cond"/>
          <w:sz w:val="17"/>
          <w:szCs w:val="17"/>
        </w:rPr>
        <w:t xml:space="preserve"> talented programming practices</w:t>
      </w:r>
    </w:p>
    <w:p w14:paraId="1BBAF501" w14:textId="518EBCFF" w:rsidR="009B664E" w:rsidRDefault="00421E2C" w:rsidP="004B26A5">
      <w:pPr>
        <w:pStyle w:val="ListParagraph"/>
        <w:numPr>
          <w:ilvl w:val="0"/>
          <w:numId w:val="14"/>
        </w:numPr>
        <w:rPr>
          <w:rFonts w:ascii="Franklin Gothic Medium Cond" w:hAnsi="Franklin Gothic Medium Cond" w:cs="Franklin Gothic Medium Cond"/>
          <w:sz w:val="17"/>
          <w:szCs w:val="17"/>
        </w:rPr>
      </w:pPr>
      <w:r>
        <w:rPr>
          <w:rFonts w:ascii="Franklin Gothic Medium Cond" w:hAnsi="Franklin Gothic Medium Cond" w:cs="Franklin Gothic Medium Cond"/>
          <w:sz w:val="17"/>
          <w:szCs w:val="17"/>
        </w:rPr>
        <w:t>Infuse my energy, leadership, and work ethic into each and every project I am a part of</w:t>
      </w:r>
    </w:p>
    <w:p w14:paraId="4591D51F" w14:textId="77777777" w:rsidR="004C0BA0" w:rsidRPr="004B26A5" w:rsidRDefault="004C0BA0" w:rsidP="004C0BA0">
      <w:pPr>
        <w:pStyle w:val="ListParagraph"/>
        <w:rPr>
          <w:rFonts w:ascii="Franklin Gothic Medium Cond" w:hAnsi="Franklin Gothic Medium Cond" w:cs="Franklin Gothic Medium Cond"/>
          <w:sz w:val="17"/>
          <w:szCs w:val="17"/>
        </w:rPr>
      </w:pPr>
    </w:p>
    <w:p w14:paraId="6E55EE8B" w14:textId="77777777" w:rsidR="009B664E" w:rsidRPr="00872E0B" w:rsidRDefault="009B664E" w:rsidP="009B664E">
      <w:pPr>
        <w:keepNext/>
        <w:rPr>
          <w:rFonts w:ascii="Franklin Gothic Medium Cond" w:hAnsi="Franklin Gothic Medium Cond" w:cs="Franklin Gothic Medium Cond"/>
          <w:color w:val="6699CC"/>
          <w:sz w:val="18"/>
          <w:szCs w:val="18"/>
        </w:rPr>
      </w:pPr>
      <w:r w:rsidRPr="00872E0B">
        <w:rPr>
          <w:rFonts w:ascii="Franklin Gothic Medium Cond" w:hAnsi="Franklin Gothic Medium Cond" w:cs="Franklin Gothic Medium Cond"/>
          <w:color w:val="6699CC"/>
          <w:sz w:val="18"/>
          <w:szCs w:val="18"/>
        </w:rPr>
        <w:t>QUALIFICATIONS:</w:t>
      </w:r>
    </w:p>
    <w:p w14:paraId="71AD39C3" w14:textId="77777777" w:rsidR="009B664E" w:rsidRDefault="00303D96" w:rsidP="009B664E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C/C++</w:t>
      </w:r>
      <w:r w:rsidR="002D69A5"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, C#.</w:t>
      </w:r>
      <w:r w:rsidR="00900ADB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Objective</w:t>
      </w:r>
      <w:r w:rsidR="00BE3064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</w:t>
      </w:r>
      <w:r w:rsidR="00900ADB">
        <w:rPr>
          <w:rFonts w:ascii="Franklin Gothic Medium Cond" w:hAnsi="Franklin Gothic Medium Cond" w:cs="Franklin Gothic Medium Cond"/>
          <w:sz w:val="16"/>
          <w:szCs w:val="16"/>
          <w:u w:val="single"/>
        </w:rPr>
        <w:t>C,</w:t>
      </w:r>
      <w:r w:rsidR="002D69A5"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Java, Basic</w:t>
      </w:r>
      <w:r w:rsidR="00651EE0">
        <w:rPr>
          <w:rFonts w:ascii="Franklin Gothic Medium Cond" w:hAnsi="Franklin Gothic Medium Cond" w:cs="Franklin Gothic Medium Cond"/>
          <w:sz w:val="16"/>
          <w:szCs w:val="16"/>
          <w:u w:val="single"/>
        </w:rPr>
        <w:t>, Python</w:t>
      </w:r>
      <w:r w:rsidR="005F475E">
        <w:rPr>
          <w:rFonts w:ascii="Franklin Gothic Medium Cond" w:hAnsi="Franklin Gothic Medium Cond" w:cs="Franklin Gothic Medium Cond"/>
          <w:sz w:val="16"/>
          <w:szCs w:val="16"/>
          <w:u w:val="single"/>
        </w:rPr>
        <w:t>, Action Script, HTML, XML, PHP, MEL Script</w:t>
      </w:r>
      <w:r w:rsidR="00473475">
        <w:rPr>
          <w:rFonts w:ascii="Franklin Gothic Medium Cond" w:hAnsi="Franklin Gothic Medium Cond" w:cs="Franklin Gothic Medium Cond"/>
          <w:sz w:val="16"/>
          <w:szCs w:val="16"/>
          <w:u w:val="single"/>
        </w:rPr>
        <w:t>, .NET Framework, Mono Framework</w:t>
      </w:r>
    </w:p>
    <w:p w14:paraId="1D8DE401" w14:textId="2D0D8C27" w:rsidR="00651EE0" w:rsidRDefault="00F817BF" w:rsidP="009B664E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Network Engineering</w:t>
      </w:r>
      <w:r w:rsidR="000B0D43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(Windows and Berkley</w:t>
      </w:r>
      <w:r w:rsidR="00473475">
        <w:rPr>
          <w:rFonts w:ascii="Franklin Gothic Medium Cond" w:hAnsi="Franklin Gothic Medium Cond" w:cs="Franklin Gothic Medium Cond"/>
          <w:sz w:val="16"/>
          <w:szCs w:val="16"/>
          <w:u w:val="single"/>
        </w:rPr>
        <w:t>/Linux</w:t>
      </w:r>
      <w:r w:rsidR="000B0D43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Sockets)</w:t>
      </w:r>
      <w:r w:rsidR="00F30CC1">
        <w:rPr>
          <w:rFonts w:ascii="Franklin Gothic Medium Cond" w:hAnsi="Franklin Gothic Medium Cond" w:cs="Franklin Gothic Medium Cond"/>
          <w:sz w:val="16"/>
          <w:szCs w:val="16"/>
          <w:u w:val="single"/>
        </w:rPr>
        <w:t>, TCP/IP, Deterministic Synchronized Transmission</w:t>
      </w:r>
    </w:p>
    <w:p w14:paraId="6770BF12" w14:textId="77777777" w:rsidR="002D69A5" w:rsidRDefault="0009789D" w:rsidP="002D69A5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Direct X 9, 10, </w:t>
      </w:r>
      <w:r w:rsidR="002D69A5"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11</w:t>
      </w: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, XNA</w:t>
      </w:r>
      <w:r w:rsidR="009573B5">
        <w:rPr>
          <w:rFonts w:ascii="Franklin Gothic Medium Cond" w:hAnsi="Franklin Gothic Medium Cond" w:cs="Franklin Gothic Medium Cond"/>
          <w:sz w:val="16"/>
          <w:szCs w:val="16"/>
          <w:u w:val="single"/>
        </w:rPr>
        <w:t>, OpenGL</w:t>
      </w:r>
      <w:r w:rsidR="002D69A5"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SDK's</w:t>
      </w:r>
    </w:p>
    <w:p w14:paraId="5AEE9BE5" w14:textId="66B5D32B" w:rsidR="00C72F40" w:rsidRDefault="00F30CC1" w:rsidP="002D69A5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PS3 SDK, PS4 SDK, Xbox 360 SDK, Xbox One SDK</w:t>
      </w:r>
    </w:p>
    <w:p w14:paraId="6B5F0508" w14:textId="77777777" w:rsidR="00867E5C" w:rsidRPr="00872E0B" w:rsidRDefault="00867E5C" w:rsidP="002D69A5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HLSL, GLSL</w:t>
      </w:r>
    </w:p>
    <w:p w14:paraId="3750E889" w14:textId="77777777" w:rsidR="00A232FE" w:rsidRDefault="00A232FE" w:rsidP="00D2581C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Unity 3D Engine</w:t>
      </w:r>
    </w:p>
    <w:p w14:paraId="35F5A783" w14:textId="77777777" w:rsidR="004A3E70" w:rsidRDefault="004A3E70" w:rsidP="00D2581C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Visual Studio, Eclipse</w:t>
      </w:r>
      <w:r w:rsidR="00DD775A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, </w:t>
      </w:r>
      <w:proofErr w:type="spellStart"/>
      <w:r w:rsidR="00DD775A">
        <w:rPr>
          <w:rFonts w:ascii="Franklin Gothic Medium Cond" w:hAnsi="Franklin Gothic Medium Cond" w:cs="Franklin Gothic Medium Cond"/>
          <w:sz w:val="16"/>
          <w:szCs w:val="16"/>
          <w:u w:val="single"/>
        </w:rPr>
        <w:t>XCode</w:t>
      </w:r>
      <w:proofErr w:type="spellEnd"/>
      <w:r w:rsidR="0033366A">
        <w:rPr>
          <w:rFonts w:ascii="Franklin Gothic Medium Cond" w:hAnsi="Franklin Gothic Medium Cond" w:cs="Franklin Gothic Medium Cond"/>
          <w:sz w:val="16"/>
          <w:szCs w:val="16"/>
          <w:u w:val="single"/>
        </w:rPr>
        <w:t>, Android SDK</w:t>
      </w:r>
    </w:p>
    <w:p w14:paraId="2C281AF7" w14:textId="77777777" w:rsidR="005F475E" w:rsidRPr="00872E0B" w:rsidRDefault="004A3E70" w:rsidP="00D2581C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GIT, </w:t>
      </w:r>
      <w:r w:rsidR="005F475E">
        <w:rPr>
          <w:rFonts w:ascii="Franklin Gothic Medium Cond" w:hAnsi="Franklin Gothic Medium Cond" w:cs="Franklin Gothic Medium Cond"/>
          <w:sz w:val="16"/>
          <w:szCs w:val="16"/>
          <w:u w:val="single"/>
        </w:rPr>
        <w:t>Perforce, Source Safe, SVN</w:t>
      </w:r>
    </w:p>
    <w:p w14:paraId="199F4F6C" w14:textId="22302C77" w:rsidR="009B664E" w:rsidRPr="00872E0B" w:rsidRDefault="009B664E" w:rsidP="009B664E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SQL, Database Design and Maintenance</w:t>
      </w:r>
      <w:r w:rsidR="00F30CC1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, </w:t>
      </w:r>
      <w:proofErr w:type="spellStart"/>
      <w:r w:rsidR="00F30CC1">
        <w:rPr>
          <w:rFonts w:ascii="Franklin Gothic Medium Cond" w:hAnsi="Franklin Gothic Medium Cond" w:cs="Franklin Gothic Medium Cond"/>
          <w:sz w:val="16"/>
          <w:szCs w:val="16"/>
          <w:u w:val="single"/>
        </w:rPr>
        <w:t>Hadoop</w:t>
      </w:r>
      <w:proofErr w:type="spellEnd"/>
    </w:p>
    <w:p w14:paraId="0FB6A5F9" w14:textId="77777777" w:rsidR="009B664E" w:rsidRPr="00872E0B" w:rsidRDefault="009B664E" w:rsidP="00303D96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Unix/Linux Based Systems</w:t>
      </w:r>
    </w:p>
    <w:p w14:paraId="3331390C" w14:textId="26933623" w:rsidR="009B664E" w:rsidRDefault="00B2102C" w:rsidP="004B26A5">
      <w:pPr>
        <w:widowControl w:val="0"/>
        <w:numPr>
          <w:ilvl w:val="0"/>
          <w:numId w:val="13"/>
        </w:numPr>
        <w:overflowPunct w:val="0"/>
        <w:adjustRightInd w:val="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Calculus, Linear Algebra</w:t>
      </w:r>
      <w:r w:rsidR="00E10393" w:rsidRPr="00872E0B">
        <w:rPr>
          <w:rFonts w:ascii="Franklin Gothic Medium Cond" w:hAnsi="Franklin Gothic Medium Cond" w:cs="Franklin Gothic Medium Cond"/>
          <w:sz w:val="16"/>
          <w:szCs w:val="16"/>
          <w:u w:val="single"/>
        </w:rPr>
        <w:t>, Physics</w:t>
      </w:r>
    </w:p>
    <w:p w14:paraId="06A9DADC" w14:textId="77777777" w:rsidR="004C0BA0" w:rsidRPr="004B26A5" w:rsidRDefault="004C0BA0" w:rsidP="004C0BA0">
      <w:pPr>
        <w:widowControl w:val="0"/>
        <w:overflowPunct w:val="0"/>
        <w:adjustRightInd w:val="0"/>
        <w:ind w:left="72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</w:p>
    <w:p w14:paraId="20E7F00D" w14:textId="7CF0EF25" w:rsidR="00435C95" w:rsidRDefault="00547C7C" w:rsidP="009B664E">
      <w:pPr>
        <w:rPr>
          <w:rFonts w:ascii="Franklin Gothic Medium Cond" w:hAnsi="Franklin Gothic Medium Cond" w:cs="Franklin Gothic Medium Cond"/>
          <w:color w:val="6699CC"/>
          <w:sz w:val="18"/>
          <w:szCs w:val="18"/>
        </w:rPr>
      </w:pPr>
      <w:r w:rsidRPr="00872E0B">
        <w:rPr>
          <w:rFonts w:ascii="Franklin Gothic Medium Cond" w:hAnsi="Franklin Gothic Medium Cond" w:cs="Franklin Gothic Medium Cond"/>
          <w:color w:val="6699CC"/>
          <w:sz w:val="18"/>
          <w:szCs w:val="18"/>
        </w:rPr>
        <w:t xml:space="preserve">Professional </w:t>
      </w:r>
      <w:r w:rsidR="009B664E" w:rsidRPr="00872E0B">
        <w:rPr>
          <w:rFonts w:ascii="Franklin Gothic Medium Cond" w:hAnsi="Franklin Gothic Medium Cond" w:cs="Franklin Gothic Medium Cond"/>
          <w:color w:val="6699CC"/>
          <w:sz w:val="18"/>
          <w:szCs w:val="18"/>
        </w:rPr>
        <w:t>Projects:</w:t>
      </w:r>
    </w:p>
    <w:p w14:paraId="3C804340" w14:textId="01704C01" w:rsidR="00435C95" w:rsidRDefault="00435C95" w:rsidP="009B664E">
      <w:pPr>
        <w:rPr>
          <w:rFonts w:ascii="Franklin Gothic Medium Cond" w:hAnsi="Franklin Gothic Medium Cond" w:cs="Franklin Gothic Medium Cond"/>
          <w:sz w:val="16"/>
          <w:szCs w:val="18"/>
        </w:rPr>
      </w:pPr>
      <w:r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>2013</w:t>
      </w:r>
      <w:r w:rsidRPr="00F65EBC"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 xml:space="preserve"> – </w:t>
      </w:r>
      <w:r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>Present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: </w:t>
      </w:r>
      <w:r w:rsidRPr="00F65EBC">
        <w:rPr>
          <w:rFonts w:ascii="Franklin Gothic Medium Cond" w:hAnsi="Franklin Gothic Medium Cond" w:cs="Franklin Gothic Medium Cond"/>
          <w:sz w:val="16"/>
          <w:szCs w:val="18"/>
          <w:u w:val="single"/>
        </w:rPr>
        <w:t>Software Engineer</w:t>
      </w:r>
      <w:r w:rsidR="00F30CC1"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 II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>, Madden 25 (</w:t>
      </w:r>
      <w:r w:rsidRPr="00D75006">
        <w:rPr>
          <w:rFonts w:ascii="Franklin Gothic Medium Cond" w:hAnsi="Franklin Gothic Medium Cond" w:cs="Franklin Gothic Medium Cond"/>
          <w:i/>
          <w:sz w:val="16"/>
          <w:szCs w:val="18"/>
          <w:u w:val="single"/>
        </w:rPr>
        <w:t>Electronic Arts, Tiburon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>):</w:t>
      </w:r>
      <w:r w:rsidR="0072029B">
        <w:rPr>
          <w:rFonts w:ascii="Franklin Gothic Medium Cond" w:hAnsi="Franklin Gothic Medium Cond" w:cs="Franklin Gothic Medium Cond"/>
          <w:sz w:val="16"/>
          <w:szCs w:val="18"/>
        </w:rPr>
        <w:t xml:space="preserve"> </w:t>
      </w:r>
      <w:r w:rsidR="00F30CC1">
        <w:rPr>
          <w:rFonts w:ascii="Franklin Gothic Medium Cond" w:hAnsi="Franklin Gothic Medium Cond" w:cs="Franklin Gothic Medium Cond"/>
          <w:sz w:val="16"/>
          <w:szCs w:val="18"/>
        </w:rPr>
        <w:t>As part of the team that produces Americas #1 selling sports title, I am an essential part of the online game mode and digital services. My focus is online, and more specifically, the Ultimate Team game mode. My areas of responsibility include</w:t>
      </w:r>
      <w:r w:rsidR="00AA099C">
        <w:rPr>
          <w:rFonts w:ascii="Franklin Gothic Medium Cond" w:hAnsi="Franklin Gothic Medium Cond" w:cs="Franklin Gothic Medium Cond"/>
          <w:sz w:val="16"/>
          <w:szCs w:val="18"/>
        </w:rPr>
        <w:t>:</w:t>
      </w:r>
    </w:p>
    <w:p w14:paraId="0A83BDAF" w14:textId="3F76562B" w:rsidR="00F30CC1" w:rsidRDefault="00F30CC1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Creation of new online based gameplay modes and features for Ultimate Team</w:t>
      </w:r>
    </w:p>
    <w:p w14:paraId="5BA76263" w14:textId="7A2DF050" w:rsidR="00F30CC1" w:rsidRDefault="00421E2C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Creation of server components and optimization of existing server components</w:t>
      </w:r>
    </w:p>
    <w:p w14:paraId="4F692D30" w14:textId="10F77BA8" w:rsidR="00421E2C" w:rsidRDefault="00421E2C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Maintain and optimize a data backend that services millions of users</w:t>
      </w:r>
      <w:bookmarkStart w:id="0" w:name="_GoBack"/>
      <w:bookmarkEnd w:id="0"/>
    </w:p>
    <w:p w14:paraId="429EA947" w14:textId="373FF24C" w:rsidR="00AA099C" w:rsidRDefault="00F24250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 w:rsidRPr="00F24250">
        <w:rPr>
          <w:rFonts w:ascii="Franklin Gothic Medium Cond" w:hAnsi="Franklin Gothic Medium Cond" w:cs="Franklin Gothic Medium Cond"/>
          <w:sz w:val="16"/>
          <w:szCs w:val="16"/>
        </w:rPr>
        <w:t xml:space="preserve">Maintaining and </w:t>
      </w:r>
      <w:r>
        <w:rPr>
          <w:rFonts w:ascii="Franklin Gothic Medium Cond" w:hAnsi="Franklin Gothic Medium Cond" w:cs="Franklin Gothic Medium Cond"/>
          <w:sz w:val="16"/>
          <w:szCs w:val="16"/>
        </w:rPr>
        <w:t>refining Online Team Play (3 on 3 multiplayer games)</w:t>
      </w:r>
    </w:p>
    <w:p w14:paraId="63DD2E23" w14:textId="2B3F1192" w:rsidR="00F24250" w:rsidRDefault="00F24250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Maintaining file downloading and access</w:t>
      </w:r>
    </w:p>
    <w:p w14:paraId="6A621DB7" w14:textId="57698CA1" w:rsidR="00D261F6" w:rsidRDefault="00D261F6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Managing user lobby components</w:t>
      </w:r>
    </w:p>
    <w:p w14:paraId="5179DC32" w14:textId="70B99510" w:rsidR="004D3797" w:rsidRDefault="004D3797" w:rsidP="00AA099C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Improve online stability and consistency</w:t>
      </w:r>
    </w:p>
    <w:p w14:paraId="133337D8" w14:textId="70E06840" w:rsidR="00F30CC1" w:rsidRDefault="00F30CC1" w:rsidP="00F30CC1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Managing user </w:t>
      </w:r>
      <w:r w:rsidR="00421E2C">
        <w:rPr>
          <w:rFonts w:ascii="Franklin Gothic Medium Cond" w:hAnsi="Franklin Gothic Medium Cond" w:cs="Franklin Gothic Medium Cond"/>
          <w:sz w:val="16"/>
          <w:szCs w:val="16"/>
        </w:rPr>
        <w:t>metrics tracking</w:t>
      </w:r>
    </w:p>
    <w:p w14:paraId="6C0C4440" w14:textId="2DA345C2" w:rsidR="00421E2C" w:rsidRPr="00F30CC1" w:rsidRDefault="00421E2C" w:rsidP="00F30CC1">
      <w:pPr>
        <w:pStyle w:val="ListParagraph"/>
        <w:numPr>
          <w:ilvl w:val="0"/>
          <w:numId w:val="21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Implement and optimize streaming video systems</w:t>
      </w:r>
    </w:p>
    <w:p w14:paraId="36519DCA" w14:textId="77777777" w:rsidR="00F8382C" w:rsidRPr="00F8382C" w:rsidRDefault="00F8382C" w:rsidP="00F8382C">
      <w:pPr>
        <w:rPr>
          <w:rFonts w:ascii="Franklin Gothic Medium Cond" w:hAnsi="Franklin Gothic Medium Cond" w:cs="Franklin Gothic Medium Cond"/>
          <w:sz w:val="16"/>
          <w:szCs w:val="16"/>
        </w:rPr>
      </w:pPr>
    </w:p>
    <w:p w14:paraId="2ABD1119" w14:textId="4593ACE5" w:rsidR="00BE2933" w:rsidRDefault="00F65EBC" w:rsidP="009B664E">
      <w:pPr>
        <w:rPr>
          <w:rFonts w:ascii="Franklin Gothic Medium Cond" w:hAnsi="Franklin Gothic Medium Cond" w:cs="Franklin Gothic Medium Cond"/>
          <w:sz w:val="16"/>
          <w:szCs w:val="18"/>
        </w:rPr>
      </w:pPr>
      <w:r w:rsidRPr="00F65EBC"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 xml:space="preserve">2012 – </w:t>
      </w:r>
      <w:r w:rsidR="00435C95"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>2013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: </w:t>
      </w:r>
      <w:r w:rsidRPr="00F65EBC">
        <w:rPr>
          <w:rFonts w:ascii="Franklin Gothic Medium Cond" w:hAnsi="Franklin Gothic Medium Cond" w:cs="Franklin Gothic Medium Cond"/>
          <w:sz w:val="16"/>
          <w:szCs w:val="18"/>
          <w:u w:val="single"/>
        </w:rPr>
        <w:t>Software Engineer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, </w:t>
      </w:r>
      <w:r w:rsidR="00506DB9">
        <w:rPr>
          <w:rFonts w:ascii="Franklin Gothic Medium Cond" w:hAnsi="Franklin Gothic Medium Cond" w:cs="Franklin Gothic Medium Cond"/>
          <w:sz w:val="16"/>
          <w:szCs w:val="18"/>
          <w:u w:val="single"/>
        </w:rPr>
        <w:t>NCAA Football 14 (</w:t>
      </w:r>
      <w:r w:rsidR="00506DB9" w:rsidRPr="00D75006">
        <w:rPr>
          <w:rFonts w:ascii="Franklin Gothic Medium Cond" w:hAnsi="Franklin Gothic Medium Cond" w:cs="Franklin Gothic Medium Cond"/>
          <w:i/>
          <w:sz w:val="16"/>
          <w:szCs w:val="18"/>
          <w:u w:val="single"/>
        </w:rPr>
        <w:t>Electronic Arts, Tiburon</w:t>
      </w:r>
      <w:r w:rsidR="00506DB9">
        <w:rPr>
          <w:rFonts w:ascii="Franklin Gothic Medium Cond" w:hAnsi="Franklin Gothic Medium Cond" w:cs="Franklin Gothic Medium Cond"/>
          <w:sz w:val="16"/>
          <w:szCs w:val="18"/>
          <w:u w:val="single"/>
        </w:rPr>
        <w:t>):</w:t>
      </w:r>
      <w:r w:rsidR="00506DB9">
        <w:rPr>
          <w:rFonts w:ascii="Franklin Gothic Medium Cond" w:hAnsi="Franklin Gothic Medium Cond" w:cs="Franklin Gothic Medium Cond"/>
          <w:sz w:val="16"/>
          <w:szCs w:val="18"/>
        </w:rPr>
        <w:t xml:space="preserve"> At EA, I </w:t>
      </w:r>
      <w:r w:rsidR="00435C95">
        <w:rPr>
          <w:rFonts w:ascii="Franklin Gothic Medium Cond" w:hAnsi="Franklin Gothic Medium Cond" w:cs="Franklin Gothic Medium Cond"/>
          <w:sz w:val="16"/>
          <w:szCs w:val="18"/>
        </w:rPr>
        <w:t>was</w:t>
      </w:r>
      <w:r w:rsidR="00506DB9">
        <w:rPr>
          <w:rFonts w:ascii="Franklin Gothic Medium Cond" w:hAnsi="Franklin Gothic Medium Cond" w:cs="Franklin Gothic Medium Cond"/>
          <w:sz w:val="16"/>
          <w:szCs w:val="18"/>
        </w:rPr>
        <w:t xml:space="preserve"> lucky enough to work on one of the most storied and successful sports game franchises in video game history.</w:t>
      </w:r>
      <w:r w:rsidR="00BE2933">
        <w:rPr>
          <w:rFonts w:ascii="Franklin Gothic Medium Cond" w:hAnsi="Franklin Gothic Medium Cond" w:cs="Franklin Gothic Medium Cond"/>
          <w:sz w:val="16"/>
          <w:szCs w:val="18"/>
        </w:rPr>
        <w:t xml:space="preserve"> I </w:t>
      </w:r>
      <w:r w:rsidR="00435C95">
        <w:rPr>
          <w:rFonts w:ascii="Franklin Gothic Medium Cond" w:hAnsi="Franklin Gothic Medium Cond" w:cs="Franklin Gothic Medium Cond"/>
          <w:sz w:val="16"/>
          <w:szCs w:val="18"/>
        </w:rPr>
        <w:t>was</w:t>
      </w:r>
      <w:r w:rsidR="00BE2933">
        <w:rPr>
          <w:rFonts w:ascii="Franklin Gothic Medium Cond" w:hAnsi="Franklin Gothic Medium Cond" w:cs="Franklin Gothic Medium Cond"/>
          <w:sz w:val="16"/>
          <w:szCs w:val="18"/>
        </w:rPr>
        <w:t xml:space="preserve"> part of the Online Engineering section and my work </w:t>
      </w:r>
      <w:r w:rsidR="00435C95">
        <w:rPr>
          <w:rFonts w:ascii="Franklin Gothic Medium Cond" w:hAnsi="Franklin Gothic Medium Cond" w:cs="Franklin Gothic Medium Cond"/>
          <w:sz w:val="16"/>
          <w:szCs w:val="18"/>
        </w:rPr>
        <w:t>included</w:t>
      </w:r>
      <w:r w:rsidR="00BE2933">
        <w:rPr>
          <w:rFonts w:ascii="Franklin Gothic Medium Cond" w:hAnsi="Franklin Gothic Medium Cond" w:cs="Franklin Gothic Medium Cond"/>
          <w:sz w:val="16"/>
          <w:szCs w:val="18"/>
        </w:rPr>
        <w:t>:</w:t>
      </w:r>
    </w:p>
    <w:p w14:paraId="3D3DE02C" w14:textId="468A9B53" w:rsidR="004C0BA0" w:rsidRDefault="00A043C5" w:rsidP="00A043C5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Created the new Head to Head Seasons mode for NCAA Ultimate Team</w:t>
      </w:r>
    </w:p>
    <w:p w14:paraId="601B05B1" w14:textId="372FBA6D" w:rsidR="00931FFD" w:rsidRDefault="00931FFD" w:rsidP="00A043C5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Enabled digital download functionality that allows users to enjoy a full preview of the title and upgrade it to the full game at launch</w:t>
      </w:r>
    </w:p>
    <w:p w14:paraId="4E47E52C" w14:textId="2266CC61" w:rsidR="00931FFD" w:rsidRDefault="000B20D6" w:rsidP="00A043C5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Created and implemented </w:t>
      </w:r>
      <w:r w:rsidR="00EF3ECE">
        <w:rPr>
          <w:rFonts w:ascii="Franklin Gothic Medium Cond" w:hAnsi="Franklin Gothic Medium Cond" w:cs="Franklin Gothic Medium Cond"/>
          <w:sz w:val="16"/>
          <w:szCs w:val="16"/>
        </w:rPr>
        <w:t>PS3 and Xbox 360 trophies and achievements</w:t>
      </w:r>
    </w:p>
    <w:p w14:paraId="44A287DB" w14:textId="54825F87" w:rsidR="00B71EE7" w:rsidRDefault="0012628E" w:rsidP="00B71EE7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Optimized existing client and server code, including optimizing </w:t>
      </w:r>
      <w:r w:rsidR="00B71EE7">
        <w:rPr>
          <w:rFonts w:ascii="Franklin Gothic Medium Cond" w:hAnsi="Franklin Gothic Medium Cond" w:cs="Franklin Gothic Medium Cond"/>
          <w:sz w:val="16"/>
          <w:szCs w:val="16"/>
        </w:rPr>
        <w:t xml:space="preserve">memory usage, </w:t>
      </w:r>
      <w:r>
        <w:rPr>
          <w:rFonts w:ascii="Franklin Gothic Medium Cond" w:hAnsi="Franklin Gothic Medium Cond" w:cs="Franklin Gothic Medium Cond"/>
          <w:sz w:val="16"/>
          <w:szCs w:val="16"/>
        </w:rPr>
        <w:t xml:space="preserve">RPC calls, </w:t>
      </w:r>
      <w:r w:rsidR="00B71EE7">
        <w:rPr>
          <w:rFonts w:ascii="Franklin Gothic Medium Cond" w:hAnsi="Franklin Gothic Medium Cond" w:cs="Franklin Gothic Medium Cond"/>
          <w:sz w:val="16"/>
          <w:szCs w:val="16"/>
        </w:rPr>
        <w:t xml:space="preserve"> network stability, </w:t>
      </w:r>
      <w:r>
        <w:rPr>
          <w:rFonts w:ascii="Franklin Gothic Medium Cond" w:hAnsi="Franklin Gothic Medium Cond" w:cs="Franklin Gothic Medium Cond"/>
          <w:sz w:val="16"/>
          <w:szCs w:val="16"/>
        </w:rPr>
        <w:t xml:space="preserve">database usage, </w:t>
      </w:r>
      <w:r w:rsidR="009E045A">
        <w:rPr>
          <w:rFonts w:ascii="Franklin Gothic Medium Cond" w:hAnsi="Franklin Gothic Medium Cond" w:cs="Franklin Gothic Medium Cond"/>
          <w:sz w:val="16"/>
          <w:szCs w:val="16"/>
        </w:rPr>
        <w:t>and bandwidth</w:t>
      </w:r>
      <w:r>
        <w:rPr>
          <w:rFonts w:ascii="Franklin Gothic Medium Cond" w:hAnsi="Franklin Gothic Medium Cond" w:cs="Franklin Gothic Medium Cond"/>
          <w:sz w:val="16"/>
          <w:szCs w:val="16"/>
        </w:rPr>
        <w:t xml:space="preserve"> usage</w:t>
      </w:r>
    </w:p>
    <w:p w14:paraId="7783D56A" w14:textId="179F4763" w:rsidR="00B71EE7" w:rsidRDefault="00B71EE7" w:rsidP="00B71EE7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Constructed and refined UI elements</w:t>
      </w:r>
    </w:p>
    <w:p w14:paraId="24C97672" w14:textId="671F1FFA" w:rsidR="0014049A" w:rsidRDefault="0014049A" w:rsidP="00B71EE7">
      <w:pPr>
        <w:pStyle w:val="ListParagraph"/>
        <w:numPr>
          <w:ilvl w:val="0"/>
          <w:numId w:val="19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Implementing stability patch upgrades</w:t>
      </w:r>
    </w:p>
    <w:p w14:paraId="2EFE26B1" w14:textId="77777777" w:rsidR="0014049A" w:rsidRPr="0014049A" w:rsidRDefault="0014049A" w:rsidP="0014049A">
      <w:pPr>
        <w:rPr>
          <w:rFonts w:ascii="Franklin Gothic Medium Cond" w:hAnsi="Franklin Gothic Medium Cond" w:cs="Franklin Gothic Medium Cond"/>
          <w:sz w:val="16"/>
          <w:szCs w:val="16"/>
        </w:rPr>
      </w:pPr>
    </w:p>
    <w:p w14:paraId="603A86F2" w14:textId="77777777" w:rsidR="00896706" w:rsidRDefault="00F65EBC" w:rsidP="009B664E">
      <w:pPr>
        <w:rPr>
          <w:rFonts w:ascii="Franklin Gothic Medium Cond" w:hAnsi="Franklin Gothic Medium Cond" w:cs="Franklin Gothic Medium Cond"/>
          <w:sz w:val="16"/>
          <w:szCs w:val="18"/>
        </w:rPr>
      </w:pPr>
      <w:r w:rsidRPr="00F65EBC"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 xml:space="preserve">2012 – </w:t>
      </w:r>
      <w:proofErr w:type="spellStart"/>
      <w:r w:rsidRPr="00F65EBC">
        <w:rPr>
          <w:rFonts w:ascii="Franklin Gothic Medium Cond" w:hAnsi="Franklin Gothic Medium Cond" w:cs="Franklin Gothic Medium Cond"/>
          <w:b/>
          <w:sz w:val="16"/>
          <w:szCs w:val="18"/>
          <w:u w:val="single"/>
        </w:rPr>
        <w:t>Present</w:t>
      </w:r>
      <w:proofErr w:type="gramStart"/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>:</w:t>
      </w:r>
      <w:r w:rsidRPr="00F65EBC">
        <w:rPr>
          <w:rFonts w:ascii="Franklin Gothic Medium Cond" w:hAnsi="Franklin Gothic Medium Cond" w:cs="Franklin Gothic Medium Cond"/>
          <w:sz w:val="16"/>
          <w:szCs w:val="18"/>
          <w:u w:val="single"/>
        </w:rPr>
        <w:t>CTO</w:t>
      </w:r>
      <w:proofErr w:type="spellEnd"/>
      <w:proofErr w:type="gramEnd"/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>,</w:t>
      </w:r>
      <w:r w:rsidRPr="00F65EBC"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 </w:t>
      </w:r>
      <w:r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 </w:t>
      </w:r>
      <w:r w:rsidR="00896706" w:rsidRPr="00896706">
        <w:rPr>
          <w:rFonts w:ascii="Franklin Gothic Medium Cond" w:hAnsi="Franklin Gothic Medium Cond" w:cs="Franklin Gothic Medium Cond"/>
          <w:sz w:val="16"/>
          <w:szCs w:val="18"/>
          <w:u w:val="single"/>
        </w:rPr>
        <w:t>Trolley Mobile</w:t>
      </w:r>
      <w:r w:rsidR="00853F87"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 Payment Processing App</w:t>
      </w:r>
      <w:r w:rsidR="00896706" w:rsidRPr="00896706">
        <w:rPr>
          <w:rFonts w:ascii="Franklin Gothic Medium Cond" w:hAnsi="Franklin Gothic Medium Cond" w:cs="Franklin Gothic Medium Cond"/>
          <w:sz w:val="16"/>
          <w:szCs w:val="18"/>
          <w:u w:val="single"/>
        </w:rPr>
        <w:t xml:space="preserve"> (</w:t>
      </w:r>
      <w:r w:rsidR="00853F87" w:rsidRPr="00D75006">
        <w:rPr>
          <w:rFonts w:ascii="Franklin Gothic Medium Cond" w:hAnsi="Franklin Gothic Medium Cond" w:cs="Franklin Gothic Medium Cond"/>
          <w:i/>
          <w:sz w:val="16"/>
          <w:szCs w:val="18"/>
          <w:u w:val="single"/>
        </w:rPr>
        <w:t>Trolley Mobile, LLC</w:t>
      </w:r>
      <w:r w:rsidR="00896706" w:rsidRPr="00896706">
        <w:rPr>
          <w:rFonts w:ascii="Franklin Gothic Medium Cond" w:hAnsi="Franklin Gothic Medium Cond" w:cs="Franklin Gothic Medium Cond"/>
          <w:sz w:val="16"/>
          <w:szCs w:val="18"/>
          <w:u w:val="single"/>
        </w:rPr>
        <w:t>):</w:t>
      </w:r>
      <w:r w:rsidR="00A707AA">
        <w:rPr>
          <w:rFonts w:ascii="Franklin Gothic Medium Cond" w:hAnsi="Franklin Gothic Medium Cond" w:cs="Franklin Gothic Medium Cond"/>
          <w:sz w:val="16"/>
          <w:szCs w:val="18"/>
        </w:rPr>
        <w:t xml:space="preserve"> Trolley Mobile is one of the best mobile payment processing applications on the </w:t>
      </w:r>
      <w:proofErr w:type="spellStart"/>
      <w:r w:rsidR="00A707AA">
        <w:rPr>
          <w:rFonts w:ascii="Franklin Gothic Medium Cond" w:hAnsi="Franklin Gothic Medium Cond" w:cs="Franklin Gothic Medium Cond"/>
          <w:sz w:val="16"/>
          <w:szCs w:val="18"/>
        </w:rPr>
        <w:t>iOS</w:t>
      </w:r>
      <w:proofErr w:type="spellEnd"/>
      <w:r w:rsidR="00A707AA">
        <w:rPr>
          <w:rFonts w:ascii="Franklin Gothic Medium Cond" w:hAnsi="Franklin Gothic Medium Cond" w:cs="Franklin Gothic Medium Cond"/>
          <w:sz w:val="16"/>
          <w:szCs w:val="18"/>
        </w:rPr>
        <w:t xml:space="preserve"> marketplace. I was approached by the company to evaluate their product and </w:t>
      </w:r>
      <w:r w:rsidR="005B2B81">
        <w:rPr>
          <w:rFonts w:ascii="Franklin Gothic Medium Cond" w:hAnsi="Franklin Gothic Medium Cond" w:cs="Franklin Gothic Medium Cond"/>
          <w:sz w:val="16"/>
          <w:szCs w:val="18"/>
        </w:rPr>
        <w:t>rebuild</w:t>
      </w:r>
      <w:r w:rsidR="00A707AA">
        <w:rPr>
          <w:rFonts w:ascii="Franklin Gothic Medium Cond" w:hAnsi="Franklin Gothic Medium Cond" w:cs="Franklin Gothic Medium Cond"/>
          <w:sz w:val="16"/>
          <w:szCs w:val="18"/>
        </w:rPr>
        <w:t xml:space="preserve"> it to reach its fullest potential. Highlights include:</w:t>
      </w:r>
    </w:p>
    <w:p w14:paraId="4057CE60" w14:textId="4446F9E0" w:rsidR="009770AF" w:rsidRDefault="00F30E9F" w:rsidP="00A707AA">
      <w:pPr>
        <w:pStyle w:val="ListParagraph"/>
        <w:numPr>
          <w:ilvl w:val="0"/>
          <w:numId w:val="17"/>
        </w:numPr>
        <w:rPr>
          <w:rFonts w:ascii="Franklin Gothic Medium Cond" w:hAnsi="Franklin Gothic Medium Cond" w:cs="Franklin Gothic Medium Cond"/>
          <w:sz w:val="16"/>
          <w:szCs w:val="18"/>
        </w:rPr>
      </w:pPr>
      <w:r>
        <w:rPr>
          <w:rFonts w:ascii="Franklin Gothic Medium Cond" w:hAnsi="Franklin Gothic Medium Cond" w:cs="Franklin Gothic Medium Cond"/>
          <w:sz w:val="16"/>
          <w:szCs w:val="18"/>
        </w:rPr>
        <w:t>Rebuilt</w:t>
      </w:r>
      <w:r w:rsidR="005B2B81">
        <w:rPr>
          <w:rFonts w:ascii="Franklin Gothic Medium Cond" w:hAnsi="Franklin Gothic Medium Cond" w:cs="Franklin Gothic Medium Cond"/>
          <w:sz w:val="16"/>
          <w:szCs w:val="18"/>
        </w:rPr>
        <w:t xml:space="preserve"> entire codebase</w:t>
      </w:r>
      <w:r>
        <w:rPr>
          <w:rFonts w:ascii="Franklin Gothic Medium Cond" w:hAnsi="Franklin Gothic Medium Cond" w:cs="Franklin Gothic Medium Cond"/>
          <w:sz w:val="16"/>
          <w:szCs w:val="18"/>
        </w:rPr>
        <w:t xml:space="preserve"> to get the best performance on mobile devices</w:t>
      </w:r>
      <w:r w:rsidR="008D0EA1">
        <w:rPr>
          <w:rFonts w:ascii="Franklin Gothic Medium Cond" w:hAnsi="Franklin Gothic Medium Cond" w:cs="Franklin Gothic Medium Cond"/>
          <w:sz w:val="16"/>
          <w:szCs w:val="18"/>
        </w:rPr>
        <w:t xml:space="preserve">, while developing logic and UI for Cash, Credit, </w:t>
      </w:r>
      <w:r w:rsidR="001F0C84">
        <w:rPr>
          <w:rFonts w:ascii="Franklin Gothic Medium Cond" w:hAnsi="Franklin Gothic Medium Cond" w:cs="Franklin Gothic Medium Cond"/>
          <w:sz w:val="16"/>
          <w:szCs w:val="18"/>
        </w:rPr>
        <w:t xml:space="preserve">Debit, </w:t>
      </w:r>
      <w:r w:rsidR="008D0EA1">
        <w:rPr>
          <w:rFonts w:ascii="Franklin Gothic Medium Cond" w:hAnsi="Franklin Gothic Medium Cond" w:cs="Franklin Gothic Medium Cond"/>
          <w:sz w:val="16"/>
          <w:szCs w:val="18"/>
        </w:rPr>
        <w:t>and ACH processing</w:t>
      </w:r>
    </w:p>
    <w:p w14:paraId="03951843" w14:textId="77777777" w:rsidR="00AA3C7A" w:rsidRDefault="00AA3C7A" w:rsidP="00A707AA">
      <w:pPr>
        <w:pStyle w:val="ListParagraph"/>
        <w:numPr>
          <w:ilvl w:val="0"/>
          <w:numId w:val="17"/>
        </w:numPr>
        <w:rPr>
          <w:rFonts w:ascii="Franklin Gothic Medium Cond" w:hAnsi="Franklin Gothic Medium Cond" w:cs="Franklin Gothic Medium Cond"/>
          <w:sz w:val="16"/>
          <w:szCs w:val="18"/>
        </w:rPr>
      </w:pPr>
      <w:r w:rsidRPr="00AA3C7A">
        <w:rPr>
          <w:rFonts w:ascii="Franklin Gothic Medium Cond" w:hAnsi="Franklin Gothic Medium Cond" w:cs="Franklin Gothic Medium Cond"/>
          <w:sz w:val="16"/>
          <w:szCs w:val="18"/>
        </w:rPr>
        <w:t>Created and developed new functionality and innovations to enhance customer productivity and help customers expand their businesses through better sales tracking and metrics</w:t>
      </w:r>
    </w:p>
    <w:p w14:paraId="09D07E96" w14:textId="77777777" w:rsidR="005B2B81" w:rsidRDefault="005B2B81" w:rsidP="00A707AA">
      <w:pPr>
        <w:pStyle w:val="ListParagraph"/>
        <w:numPr>
          <w:ilvl w:val="0"/>
          <w:numId w:val="17"/>
        </w:numPr>
        <w:rPr>
          <w:rFonts w:ascii="Franklin Gothic Medium Cond" w:hAnsi="Franklin Gothic Medium Cond" w:cs="Franklin Gothic Medium Cond"/>
          <w:sz w:val="16"/>
          <w:szCs w:val="18"/>
        </w:rPr>
      </w:pPr>
      <w:r>
        <w:rPr>
          <w:rFonts w:ascii="Franklin Gothic Medium Cond" w:hAnsi="Franklin Gothic Medium Cond" w:cs="Franklin Gothic Medium Cond"/>
          <w:sz w:val="16"/>
          <w:szCs w:val="18"/>
        </w:rPr>
        <w:t xml:space="preserve">Created cross platform backend to share customer and inventory data between all of a user’s devices </w:t>
      </w:r>
    </w:p>
    <w:p w14:paraId="2875122B" w14:textId="6AE5CAAA" w:rsidR="004B26A5" w:rsidRDefault="004B26A5" w:rsidP="00A707AA">
      <w:pPr>
        <w:pStyle w:val="ListParagraph"/>
        <w:numPr>
          <w:ilvl w:val="0"/>
          <w:numId w:val="17"/>
        </w:numPr>
        <w:rPr>
          <w:rFonts w:ascii="Franklin Gothic Medium Cond" w:hAnsi="Franklin Gothic Medium Cond" w:cs="Franklin Gothic Medium Cond"/>
          <w:sz w:val="16"/>
          <w:szCs w:val="18"/>
        </w:rPr>
      </w:pPr>
      <w:r w:rsidRPr="004B26A5">
        <w:rPr>
          <w:rFonts w:ascii="Franklin Gothic Medium Cond" w:hAnsi="Franklin Gothic Medium Cond" w:cs="Franklin Gothic Medium Cond"/>
          <w:sz w:val="16"/>
          <w:szCs w:val="18"/>
        </w:rPr>
        <w:t>Lead company in all tech decisions and evaluated the direction of the flagship application and expansion of the brand</w:t>
      </w:r>
    </w:p>
    <w:p w14:paraId="09CDBEF2" w14:textId="77777777" w:rsidR="004C0BA0" w:rsidRPr="00A707AA" w:rsidRDefault="004C0BA0" w:rsidP="004C0BA0">
      <w:pPr>
        <w:pStyle w:val="ListParagraph"/>
        <w:rPr>
          <w:rFonts w:ascii="Franklin Gothic Medium Cond" w:hAnsi="Franklin Gothic Medium Cond" w:cs="Franklin Gothic Medium Cond"/>
          <w:sz w:val="16"/>
          <w:szCs w:val="18"/>
        </w:rPr>
      </w:pPr>
    </w:p>
    <w:p w14:paraId="1E94F578" w14:textId="77777777" w:rsidR="00FB5DA1" w:rsidRDefault="00F65EBC" w:rsidP="00547C7C">
      <w:pPr>
        <w:rPr>
          <w:rFonts w:ascii="Franklin Gothic Medium Cond" w:hAnsi="Franklin Gothic Medium Cond" w:cs="Franklin Gothic Medium Cond"/>
          <w:sz w:val="16"/>
          <w:szCs w:val="16"/>
        </w:rPr>
      </w:pPr>
      <w:r w:rsidRPr="00F65EBC"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  <w:t>2010 – 2012</w:t>
      </w: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: Lead Programmer, </w:t>
      </w:r>
      <w:r w:rsidR="004A3E70">
        <w:rPr>
          <w:rFonts w:ascii="Franklin Gothic Medium Cond" w:hAnsi="Franklin Gothic Medium Cond" w:cs="Franklin Gothic Medium Cond"/>
          <w:sz w:val="16"/>
          <w:szCs w:val="16"/>
          <w:u w:val="single"/>
        </w:rPr>
        <w:t>Harold</w:t>
      </w:r>
      <w:r w:rsidR="00811369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(</w:t>
      </w:r>
      <w:r w:rsidR="00811369" w:rsidRPr="00D75006">
        <w:rPr>
          <w:rFonts w:ascii="Franklin Gothic Medium Cond" w:hAnsi="Franklin Gothic Medium Cond" w:cs="Franklin Gothic Medium Cond"/>
          <w:i/>
          <w:sz w:val="16"/>
          <w:szCs w:val="16"/>
          <w:u w:val="single"/>
        </w:rPr>
        <w:t>Moon Spider Studio</w:t>
      </w:r>
      <w:r w:rsidR="00811369">
        <w:rPr>
          <w:rFonts w:ascii="Franklin Gothic Medium Cond" w:hAnsi="Franklin Gothic Medium Cond" w:cs="Franklin Gothic Medium Cond"/>
          <w:sz w:val="16"/>
          <w:szCs w:val="16"/>
          <w:u w:val="single"/>
        </w:rPr>
        <w:t>)</w:t>
      </w:r>
      <w:r w:rsidR="00FB2F2C" w:rsidRPr="00FB2F2C">
        <w:rPr>
          <w:rFonts w:ascii="Franklin Gothic Medium Cond" w:hAnsi="Franklin Gothic Medium Cond" w:cs="Franklin Gothic Medium Cond"/>
          <w:sz w:val="16"/>
          <w:szCs w:val="16"/>
          <w:u w:val="single"/>
        </w:rPr>
        <w:t>:</w:t>
      </w:r>
      <w:r w:rsidR="004A3E70">
        <w:rPr>
          <w:rFonts w:ascii="Franklin Gothic Medium Cond" w:hAnsi="Franklin Gothic Medium Cond" w:cs="Franklin Gothic Medium Cond"/>
          <w:sz w:val="16"/>
          <w:szCs w:val="16"/>
        </w:rPr>
        <w:t xml:space="preserve"> Harold</w:t>
      </w:r>
      <w:r w:rsidR="003F564F">
        <w:rPr>
          <w:rFonts w:ascii="Franklin Gothic Medium Cond" w:hAnsi="Franklin Gothic Medium Cond" w:cs="Franklin Gothic Medium Cond"/>
          <w:sz w:val="16"/>
          <w:szCs w:val="16"/>
        </w:rPr>
        <w:t xml:space="preserve"> was</w:t>
      </w:r>
      <w:r w:rsidR="00B24FD5">
        <w:rPr>
          <w:rFonts w:ascii="Franklin Gothic Medium Cond" w:hAnsi="Franklin Gothic Medium Cond" w:cs="Franklin Gothic Medium Cond"/>
          <w:sz w:val="16"/>
          <w:szCs w:val="16"/>
        </w:rPr>
        <w:t xml:space="preserve"> the first title from the Miami based Moon Spider Studio. </w:t>
      </w:r>
      <w:r w:rsidR="003F564F">
        <w:rPr>
          <w:rFonts w:ascii="Franklin Gothic Medium Cond" w:hAnsi="Franklin Gothic Medium Cond" w:cs="Franklin Gothic Medium Cond"/>
          <w:sz w:val="16"/>
          <w:szCs w:val="16"/>
        </w:rPr>
        <w:t>A hybrid of the rac</w:t>
      </w:r>
      <w:r w:rsidR="004A3E70">
        <w:rPr>
          <w:rFonts w:ascii="Franklin Gothic Medium Cond" w:hAnsi="Franklin Gothic Medium Cond" w:cs="Franklin Gothic Medium Cond"/>
          <w:sz w:val="16"/>
          <w:szCs w:val="16"/>
        </w:rPr>
        <w:t>ing/</w:t>
      </w:r>
      <w:proofErr w:type="spellStart"/>
      <w:r w:rsidR="004A3E70">
        <w:rPr>
          <w:rFonts w:ascii="Franklin Gothic Medium Cond" w:hAnsi="Franklin Gothic Medium Cond" w:cs="Franklin Gothic Medium Cond"/>
          <w:sz w:val="16"/>
          <w:szCs w:val="16"/>
        </w:rPr>
        <w:t>platformer</w:t>
      </w:r>
      <w:proofErr w:type="spellEnd"/>
      <w:r w:rsidR="004A3E70">
        <w:rPr>
          <w:rFonts w:ascii="Franklin Gothic Medium Cond" w:hAnsi="Franklin Gothic Medium Cond" w:cs="Franklin Gothic Medium Cond"/>
          <w:sz w:val="16"/>
          <w:szCs w:val="16"/>
        </w:rPr>
        <w:t xml:space="preserve">/puzzle genres, I </w:t>
      </w:r>
      <w:r w:rsidR="003F564F">
        <w:rPr>
          <w:rFonts w:ascii="Franklin Gothic Medium Cond" w:hAnsi="Franklin Gothic Medium Cond" w:cs="Franklin Gothic Medium Cond"/>
          <w:sz w:val="16"/>
          <w:szCs w:val="16"/>
        </w:rPr>
        <w:t xml:space="preserve">was in charge of </w:t>
      </w:r>
      <w:r w:rsidR="00D533B7">
        <w:rPr>
          <w:rFonts w:ascii="Franklin Gothic Medium Cond" w:hAnsi="Franklin Gothic Medium Cond" w:cs="Franklin Gothic Medium Cond"/>
          <w:sz w:val="16"/>
          <w:szCs w:val="16"/>
        </w:rPr>
        <w:t xml:space="preserve">implementing </w:t>
      </w:r>
      <w:r w:rsidR="003F564F">
        <w:rPr>
          <w:rFonts w:ascii="Franklin Gothic Medium Cond" w:hAnsi="Franklin Gothic Medium Cond" w:cs="Franklin Gothic Medium Cond"/>
          <w:sz w:val="16"/>
          <w:szCs w:val="16"/>
        </w:rPr>
        <w:t>almost every aspect</w:t>
      </w:r>
      <w:r w:rsidR="003D0059">
        <w:rPr>
          <w:rFonts w:ascii="Franklin Gothic Medium Cond" w:hAnsi="Franklin Gothic Medium Cond" w:cs="Franklin Gothic Medium Cond"/>
          <w:sz w:val="16"/>
          <w:szCs w:val="16"/>
        </w:rPr>
        <w:t xml:space="preserve"> of the </w:t>
      </w:r>
      <w:r w:rsidR="00EA3809">
        <w:rPr>
          <w:rFonts w:ascii="Franklin Gothic Medium Cond" w:hAnsi="Franklin Gothic Medium Cond" w:cs="Franklin Gothic Medium Cond"/>
          <w:sz w:val="16"/>
          <w:szCs w:val="16"/>
        </w:rPr>
        <w:t>gameplay</w:t>
      </w:r>
      <w:r w:rsidR="003D0059">
        <w:rPr>
          <w:rFonts w:ascii="Franklin Gothic Medium Cond" w:hAnsi="Franklin Gothic Medium Cond" w:cs="Franklin Gothic Medium Cond"/>
          <w:sz w:val="16"/>
          <w:szCs w:val="16"/>
        </w:rPr>
        <w:t xml:space="preserve"> code development</w:t>
      </w:r>
      <w:r w:rsidR="00FB5DA1">
        <w:rPr>
          <w:rFonts w:ascii="Franklin Gothic Medium Cond" w:hAnsi="Franklin Gothic Medium Cond" w:cs="Franklin Gothic Medium Cond"/>
          <w:sz w:val="16"/>
          <w:szCs w:val="16"/>
        </w:rPr>
        <w:t xml:space="preserve">. Some of the highlights </w:t>
      </w:r>
      <w:proofErr w:type="gramStart"/>
      <w:r w:rsidR="00FB5DA1">
        <w:rPr>
          <w:rFonts w:ascii="Franklin Gothic Medium Cond" w:hAnsi="Franklin Gothic Medium Cond" w:cs="Franklin Gothic Medium Cond"/>
          <w:sz w:val="16"/>
          <w:szCs w:val="16"/>
        </w:rPr>
        <w:t>include</w:t>
      </w:r>
      <w:proofErr w:type="gramEnd"/>
      <w:r w:rsidR="00FB5DA1">
        <w:rPr>
          <w:rFonts w:ascii="Franklin Gothic Medium Cond" w:hAnsi="Franklin Gothic Medium Cond" w:cs="Franklin Gothic Medium Cond"/>
          <w:sz w:val="16"/>
          <w:szCs w:val="16"/>
        </w:rPr>
        <w:t>:</w:t>
      </w:r>
    </w:p>
    <w:p w14:paraId="5399C02E" w14:textId="77777777" w:rsidR="00FB5DA1" w:rsidRDefault="00FB5DA1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Diverse input and gameplay mechanics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 xml:space="preserve"> for over 20 distinct obstacles</w:t>
      </w:r>
    </w:p>
    <w:p w14:paraId="4C6E7868" w14:textId="77777777" w:rsidR="00FB5DA1" w:rsidRDefault="00FB5DA1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Player and Opponent runner AI, p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>ath finding, and game mechanics</w:t>
      </w:r>
    </w:p>
    <w:p w14:paraId="450E0380" w14:textId="77777777" w:rsidR="00FB5DA1" w:rsidRDefault="00FB5DA1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Photoshop</w:t>
      </w:r>
      <w:r w:rsidR="00713CD1">
        <w:rPr>
          <w:rFonts w:ascii="Franklin Gothic Medium Cond" w:hAnsi="Franklin Gothic Medium Cond" w:cs="Franklin Gothic Medium Cond"/>
          <w:sz w:val="16"/>
          <w:szCs w:val="16"/>
        </w:rPr>
        <w:t xml:space="preserve"> / </w:t>
      </w:r>
      <w:r w:rsidR="005A25B2">
        <w:rPr>
          <w:rFonts w:ascii="Franklin Gothic Medium Cond" w:hAnsi="Franklin Gothic Medium Cond" w:cs="Franklin Gothic Medium Cond"/>
          <w:sz w:val="16"/>
          <w:szCs w:val="16"/>
        </w:rPr>
        <w:t>Flash simulating</w:t>
      </w:r>
      <w:r>
        <w:rPr>
          <w:rFonts w:ascii="Franklin Gothic Medium Cond" w:hAnsi="Franklin Gothic Medium Cond" w:cs="Franklin Gothic Medium Cond"/>
          <w:sz w:val="16"/>
          <w:szCs w:val="16"/>
        </w:rPr>
        <w:t xml:space="preserve"> </w:t>
      </w:r>
      <w:proofErr w:type="spellStart"/>
      <w:r>
        <w:rPr>
          <w:rFonts w:ascii="Franklin Gothic Medium Cond" w:hAnsi="Franklin Gothic Medium Cond" w:cs="Franklin Gothic Medium Cond"/>
          <w:sz w:val="16"/>
          <w:szCs w:val="16"/>
        </w:rPr>
        <w:t>shaders</w:t>
      </w:r>
      <w:proofErr w:type="spellEnd"/>
      <w:r>
        <w:rPr>
          <w:rFonts w:ascii="Franklin Gothic Medium Cond" w:hAnsi="Franklin Gothic Medium Cond" w:cs="Franklin Gothic Medium Cond"/>
          <w:sz w:val="16"/>
          <w:szCs w:val="16"/>
        </w:rPr>
        <w:t xml:space="preserve"> for color manipulation and blending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 xml:space="preserve"> to save huge amounts of memory</w:t>
      </w:r>
    </w:p>
    <w:p w14:paraId="45A9178C" w14:textId="77777777" w:rsidR="003D0059" w:rsidRDefault="00D533B7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 xml:space="preserve">Custom heat and input based 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 xml:space="preserve">distortion </w:t>
      </w:r>
      <w:proofErr w:type="spellStart"/>
      <w:r w:rsidR="005B2B81">
        <w:rPr>
          <w:rFonts w:ascii="Franklin Gothic Medium Cond" w:hAnsi="Franklin Gothic Medium Cond" w:cs="Franklin Gothic Medium Cond"/>
          <w:sz w:val="16"/>
          <w:szCs w:val="16"/>
        </w:rPr>
        <w:t>shaders</w:t>
      </w:r>
      <w:proofErr w:type="spellEnd"/>
    </w:p>
    <w:p w14:paraId="02F92BBB" w14:textId="77777777" w:rsidR="00FB5DA1" w:rsidRDefault="005B2B81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Maya integration into Unity3D</w:t>
      </w:r>
    </w:p>
    <w:p w14:paraId="2C0F5E8E" w14:textId="77777777" w:rsidR="00FB5DA1" w:rsidRDefault="00FB5DA1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Root motion model animatio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>n support tools and integration</w:t>
      </w:r>
    </w:p>
    <w:p w14:paraId="64AB3B36" w14:textId="77777777" w:rsidR="00DA2DCE" w:rsidRDefault="00DA2DCE" w:rsidP="00FB5DA1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lastRenderedPageBreak/>
        <w:t>Lead Developer Contact f</w:t>
      </w:r>
      <w:r w:rsidR="005B2B81">
        <w:rPr>
          <w:rFonts w:ascii="Franklin Gothic Medium Cond" w:hAnsi="Franklin Gothic Medium Cond" w:cs="Franklin Gothic Medium Cond"/>
          <w:sz w:val="16"/>
          <w:szCs w:val="16"/>
        </w:rPr>
        <w:t>or Sony PlayStation Development</w:t>
      </w:r>
    </w:p>
    <w:p w14:paraId="0BFB2694" w14:textId="57FB122A" w:rsidR="003F564F" w:rsidRDefault="0013559B" w:rsidP="00547C7C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HUD, Menu</w:t>
      </w:r>
      <w:r w:rsidR="00C16765">
        <w:rPr>
          <w:rFonts w:ascii="Franklin Gothic Medium Cond" w:hAnsi="Franklin Gothic Medium Cond" w:cs="Franklin Gothic Medium Cond"/>
          <w:sz w:val="16"/>
          <w:szCs w:val="16"/>
        </w:rPr>
        <w:t xml:space="preserve"> Systems</w:t>
      </w:r>
      <w:r>
        <w:rPr>
          <w:rFonts w:ascii="Franklin Gothic Medium Cond" w:hAnsi="Franklin Gothic Medium Cond" w:cs="Franklin Gothic Medium Cond"/>
          <w:sz w:val="16"/>
          <w:szCs w:val="16"/>
        </w:rPr>
        <w:t xml:space="preserve">, UI </w:t>
      </w:r>
      <w:r w:rsidR="00C16765">
        <w:rPr>
          <w:rFonts w:ascii="Franklin Gothic Medium Cond" w:hAnsi="Franklin Gothic Medium Cond" w:cs="Franklin Gothic Medium Cond"/>
          <w:sz w:val="16"/>
          <w:szCs w:val="16"/>
        </w:rPr>
        <w:t>Systems</w:t>
      </w:r>
    </w:p>
    <w:p w14:paraId="4E758F8D" w14:textId="34E431F1" w:rsidR="00A043C5" w:rsidRDefault="00A043C5" w:rsidP="00547C7C">
      <w:pPr>
        <w:pStyle w:val="ListParagraph"/>
        <w:numPr>
          <w:ilvl w:val="0"/>
          <w:numId w:val="15"/>
        </w:numPr>
        <w:rPr>
          <w:rFonts w:ascii="Franklin Gothic Medium Cond" w:hAnsi="Franklin Gothic Medium Cond" w:cs="Franklin Gothic Medium Cond"/>
          <w:sz w:val="16"/>
          <w:szCs w:val="16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Mentored and guided other engineers and established best practices</w:t>
      </w:r>
    </w:p>
    <w:p w14:paraId="3522FDEA" w14:textId="77777777" w:rsidR="004C0BA0" w:rsidRPr="004B26A5" w:rsidRDefault="004C0BA0" w:rsidP="004C0BA0">
      <w:pPr>
        <w:pStyle w:val="ListParagraph"/>
        <w:rPr>
          <w:rFonts w:ascii="Franklin Gothic Medium Cond" w:hAnsi="Franklin Gothic Medium Cond" w:cs="Franklin Gothic Medium Cond"/>
          <w:sz w:val="16"/>
          <w:szCs w:val="16"/>
        </w:rPr>
      </w:pPr>
    </w:p>
    <w:p w14:paraId="3D03B41D" w14:textId="77777777" w:rsidR="009B664E" w:rsidRDefault="00F65EBC" w:rsidP="00FB2F2C">
      <w:pPr>
        <w:rPr>
          <w:rFonts w:ascii="Franklin Gothic Medium Cond" w:hAnsi="Franklin Gothic Medium Cond" w:cs="Franklin Gothic Medium Cond"/>
          <w:sz w:val="16"/>
          <w:szCs w:val="16"/>
        </w:rPr>
      </w:pPr>
      <w:r w:rsidRPr="00F65EBC"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  <w:t>2008 – 2010</w:t>
      </w: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: Lead Programmer, </w:t>
      </w:r>
      <w:r w:rsidR="005134D2">
        <w:rPr>
          <w:rFonts w:ascii="Franklin Gothic Medium Cond" w:hAnsi="Franklin Gothic Medium Cond" w:cs="Franklin Gothic Medium Cond"/>
          <w:sz w:val="16"/>
          <w:szCs w:val="16"/>
          <w:u w:val="single"/>
        </w:rPr>
        <w:t>Cra</w:t>
      </w:r>
      <w:r w:rsidR="009B664E" w:rsidRPr="00FB2F2C">
        <w:rPr>
          <w:rFonts w:ascii="Franklin Gothic Medium Cond" w:hAnsi="Franklin Gothic Medium Cond" w:cs="Franklin Gothic Medium Cond"/>
          <w:sz w:val="16"/>
          <w:szCs w:val="16"/>
          <w:u w:val="single"/>
        </w:rPr>
        <w:t>p Shooter</w:t>
      </w: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(</w:t>
      </w:r>
      <w:r w:rsidRPr="00D75006">
        <w:rPr>
          <w:rFonts w:ascii="Franklin Gothic Medium Cond" w:hAnsi="Franklin Gothic Medium Cond" w:cs="Franklin Gothic Medium Cond"/>
          <w:i/>
          <w:sz w:val="16"/>
          <w:szCs w:val="16"/>
          <w:u w:val="single"/>
        </w:rPr>
        <w:t>Private Investment Group</w:t>
      </w:r>
      <w:r>
        <w:rPr>
          <w:rFonts w:ascii="Franklin Gothic Medium Cond" w:hAnsi="Franklin Gothic Medium Cond" w:cs="Franklin Gothic Medium Cond"/>
          <w:sz w:val="16"/>
          <w:szCs w:val="16"/>
          <w:u w:val="single"/>
        </w:rPr>
        <w:t>)</w:t>
      </w:r>
      <w:r w:rsidR="00FB2F2C" w:rsidRPr="00FB2F2C">
        <w:rPr>
          <w:rFonts w:ascii="Franklin Gothic Medium Cond" w:hAnsi="Franklin Gothic Medium Cond" w:cs="Franklin Gothic Medium Cond"/>
          <w:sz w:val="16"/>
          <w:szCs w:val="16"/>
          <w:u w:val="single"/>
        </w:rPr>
        <w:t>:</w:t>
      </w:r>
      <w:r w:rsidR="00FB2F2C">
        <w:rPr>
          <w:rFonts w:ascii="Franklin Gothic Medium Cond" w:hAnsi="Franklin Gothic Medium Cond" w:cs="Franklin Gothic Medium Cond"/>
          <w:sz w:val="16"/>
          <w:szCs w:val="16"/>
        </w:rPr>
        <w:t xml:space="preserve"> </w:t>
      </w:r>
      <w:r w:rsidR="00BB3E3E">
        <w:rPr>
          <w:rFonts w:ascii="Franklin Gothic Medium Cond" w:hAnsi="Franklin Gothic Medium Cond" w:cs="Franklin Gothic Medium Cond"/>
          <w:sz w:val="16"/>
          <w:szCs w:val="16"/>
        </w:rPr>
        <w:t xml:space="preserve">A wild new take on the 2D </w:t>
      </w:r>
      <w:proofErr w:type="spellStart"/>
      <w:r w:rsidR="00BB3E3E">
        <w:rPr>
          <w:rFonts w:ascii="Franklin Gothic Medium Cond" w:hAnsi="Franklin Gothic Medium Cond" w:cs="Franklin Gothic Medium Cond"/>
          <w:sz w:val="16"/>
          <w:szCs w:val="16"/>
        </w:rPr>
        <w:t>platformer</w:t>
      </w:r>
      <w:proofErr w:type="spellEnd"/>
      <w:r w:rsidR="00BB3E3E">
        <w:rPr>
          <w:rFonts w:ascii="Franklin Gothic Medium Cond" w:hAnsi="Franklin Gothic Medium Cond" w:cs="Franklin Gothic Medium Cond"/>
          <w:sz w:val="16"/>
          <w:szCs w:val="16"/>
        </w:rPr>
        <w:t>, it was a mix of beautiful and lush graphics as well as fast paced shoot ‘</w:t>
      </w:r>
      <w:proofErr w:type="spellStart"/>
      <w:r w:rsidR="00BB3E3E">
        <w:rPr>
          <w:rFonts w:ascii="Franklin Gothic Medium Cond" w:hAnsi="Franklin Gothic Medium Cond" w:cs="Franklin Gothic Medium Cond"/>
          <w:sz w:val="16"/>
          <w:szCs w:val="16"/>
        </w:rPr>
        <w:t>em</w:t>
      </w:r>
      <w:proofErr w:type="spellEnd"/>
      <w:r w:rsidR="00BB3E3E">
        <w:rPr>
          <w:rFonts w:ascii="Franklin Gothic Medium Cond" w:hAnsi="Franklin Gothic Medium Cond" w:cs="Franklin Gothic Medium Cond"/>
          <w:sz w:val="16"/>
          <w:szCs w:val="16"/>
        </w:rPr>
        <w:t xml:space="preserve"> up gameplay.</w:t>
      </w:r>
      <w:r w:rsidR="009B664E" w:rsidRPr="00872E0B">
        <w:rPr>
          <w:rFonts w:ascii="Franklin Gothic Medium Cond" w:hAnsi="Franklin Gothic Medium Cond" w:cs="Franklin Gothic Medium Cond"/>
          <w:sz w:val="16"/>
          <w:szCs w:val="16"/>
        </w:rPr>
        <w:t xml:space="preserve"> </w:t>
      </w:r>
      <w:r w:rsidR="00B65E9F">
        <w:rPr>
          <w:rFonts w:ascii="Franklin Gothic Medium Cond" w:hAnsi="Franklin Gothic Medium Cond" w:cs="Franklin Gothic Medium Cond"/>
          <w:sz w:val="16"/>
          <w:szCs w:val="16"/>
        </w:rPr>
        <w:t>Highlights include:</w:t>
      </w:r>
    </w:p>
    <w:p w14:paraId="522186CA" w14:textId="77777777" w:rsidR="00B65E9F" w:rsidRPr="00A707AA" w:rsidRDefault="00A707AA" w:rsidP="00B65E9F">
      <w:pPr>
        <w:pStyle w:val="ListParagraph"/>
        <w:numPr>
          <w:ilvl w:val="0"/>
          <w:numId w:val="16"/>
        </w:numPr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Designed and implemented an XNA based engine specialized</w:t>
      </w:r>
      <w:r w:rsidR="00C16765">
        <w:rPr>
          <w:rFonts w:ascii="Franklin Gothic Medium Cond" w:hAnsi="Franklin Gothic Medium Cond" w:cs="Franklin Gothic Medium Cond"/>
          <w:sz w:val="16"/>
          <w:szCs w:val="16"/>
        </w:rPr>
        <w:t xml:space="preserve"> in 2D rendering and interaction</w:t>
      </w:r>
    </w:p>
    <w:p w14:paraId="6B3CCD72" w14:textId="77777777" w:rsidR="00C16765" w:rsidRPr="00C16765" w:rsidRDefault="00A707AA" w:rsidP="00C16765">
      <w:pPr>
        <w:pStyle w:val="ListParagraph"/>
        <w:numPr>
          <w:ilvl w:val="0"/>
          <w:numId w:val="16"/>
        </w:numPr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Custom 2D collision system</w:t>
      </w:r>
      <w:r w:rsidR="00C16765">
        <w:rPr>
          <w:rFonts w:ascii="Franklin Gothic Medium Cond" w:hAnsi="Franklin Gothic Medium Cond" w:cs="Franklin Gothic Medium Cond"/>
          <w:sz w:val="16"/>
          <w:szCs w:val="16"/>
        </w:rPr>
        <w:t>, player input mechanics, over 10 distinct enemy AI systems</w:t>
      </w:r>
    </w:p>
    <w:p w14:paraId="16A274FE" w14:textId="77777777" w:rsidR="00C16765" w:rsidRPr="00FE6336" w:rsidRDefault="00C16765" w:rsidP="00C16765">
      <w:pPr>
        <w:pStyle w:val="ListParagraph"/>
        <w:numPr>
          <w:ilvl w:val="0"/>
          <w:numId w:val="16"/>
        </w:numPr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UI, Menu Systems, Level State Management and Loading Systems</w:t>
      </w:r>
    </w:p>
    <w:p w14:paraId="716F015F" w14:textId="77777777" w:rsidR="00FE6336" w:rsidRPr="004C0BA0" w:rsidRDefault="00FE6336" w:rsidP="00C16765">
      <w:pPr>
        <w:pStyle w:val="ListParagraph"/>
        <w:numPr>
          <w:ilvl w:val="0"/>
          <w:numId w:val="16"/>
        </w:numPr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</w:pPr>
      <w:r>
        <w:rPr>
          <w:rFonts w:ascii="Franklin Gothic Medium Cond" w:hAnsi="Franklin Gothic Medium Cond" w:cs="Franklin Gothic Medium Cond"/>
          <w:sz w:val="16"/>
          <w:szCs w:val="16"/>
        </w:rPr>
        <w:t>Multithreaded rendering and collision systems.</w:t>
      </w:r>
    </w:p>
    <w:p w14:paraId="1A73D619" w14:textId="77777777" w:rsidR="004C0BA0" w:rsidRPr="00C16765" w:rsidRDefault="004C0BA0" w:rsidP="004C0BA0">
      <w:pPr>
        <w:pStyle w:val="ListParagraph"/>
        <w:rPr>
          <w:rFonts w:ascii="Franklin Gothic Medium Cond" w:hAnsi="Franklin Gothic Medium Cond" w:cs="Franklin Gothic Medium Cond"/>
          <w:b/>
          <w:sz w:val="16"/>
          <w:szCs w:val="16"/>
          <w:u w:val="single"/>
        </w:rPr>
      </w:pPr>
    </w:p>
    <w:p w14:paraId="4152B93B" w14:textId="77777777" w:rsidR="009B664E" w:rsidRPr="00872E0B" w:rsidRDefault="009B664E" w:rsidP="009B664E">
      <w:pPr>
        <w:keepNext/>
        <w:rPr>
          <w:rFonts w:ascii="Franklin Gothic Medium Cond" w:hAnsi="Franklin Gothic Medium Cond" w:cs="Franklin Gothic Medium Cond"/>
          <w:color w:val="6699CC"/>
          <w:sz w:val="18"/>
          <w:szCs w:val="18"/>
        </w:rPr>
      </w:pPr>
      <w:r w:rsidRPr="00872E0B">
        <w:rPr>
          <w:rFonts w:ascii="Franklin Gothic Medium Cond" w:hAnsi="Franklin Gothic Medium Cond" w:cs="Franklin Gothic Medium Cond"/>
          <w:color w:val="6699CC"/>
          <w:sz w:val="18"/>
          <w:szCs w:val="18"/>
        </w:rPr>
        <w:t>EDUCATION</w:t>
      </w:r>
      <w:r w:rsidR="006A74DB" w:rsidRPr="00872E0B">
        <w:rPr>
          <w:rFonts w:ascii="Franklin Gothic Medium Cond" w:hAnsi="Franklin Gothic Medium Cond" w:cs="Franklin Gothic Medium Cond"/>
          <w:color w:val="6699CC"/>
          <w:sz w:val="18"/>
          <w:szCs w:val="18"/>
        </w:rPr>
        <w:t>:</w:t>
      </w:r>
    </w:p>
    <w:p w14:paraId="1D98E7B3" w14:textId="77777777" w:rsidR="004008F3" w:rsidRDefault="00133DB1" w:rsidP="004008F3">
      <w:pPr>
        <w:ind w:left="1800" w:hanging="1080"/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5C072D">
        <w:rPr>
          <w:rFonts w:ascii="Franklin Gothic Medium Cond" w:hAnsi="Franklin Gothic Medium Cond" w:cs="Franklin Gothic Medium Cond"/>
          <w:sz w:val="16"/>
          <w:szCs w:val="16"/>
          <w:u w:val="single"/>
        </w:rPr>
        <w:t>2008-2010</w:t>
      </w:r>
      <w:r w:rsidR="004008F3" w:rsidRPr="005C072D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    Bachelors of Science: Game Programming, University of Advancing Technology</w:t>
      </w:r>
    </w:p>
    <w:p w14:paraId="0DFD7AA6" w14:textId="77777777" w:rsidR="00F65EBC" w:rsidRPr="00F65EBC" w:rsidRDefault="00F65EBC" w:rsidP="00F65EBC">
      <w:pPr>
        <w:pStyle w:val="ListParagraph"/>
        <w:numPr>
          <w:ilvl w:val="0"/>
          <w:numId w:val="20"/>
        </w:numPr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F65EBC">
        <w:rPr>
          <w:rFonts w:ascii="Franklin Gothic Medium Cond" w:hAnsi="Franklin Gothic Medium Cond" w:cs="Franklin Gothic Medium Cond"/>
          <w:sz w:val="16"/>
          <w:szCs w:val="16"/>
          <w:u w:val="single"/>
        </w:rPr>
        <w:t>Graduated Summa Cum Laude (4.0 GPA), University of Advancing Technology</w:t>
      </w:r>
    </w:p>
    <w:p w14:paraId="5056E3C2" w14:textId="77777777" w:rsidR="00F65EBC" w:rsidRPr="00F65EBC" w:rsidRDefault="00F65EBC" w:rsidP="00F65EBC">
      <w:pPr>
        <w:pStyle w:val="ListParagraph"/>
        <w:numPr>
          <w:ilvl w:val="0"/>
          <w:numId w:val="20"/>
        </w:numPr>
        <w:rPr>
          <w:rFonts w:ascii="Franklin Gothic Medium Cond" w:hAnsi="Franklin Gothic Medium Cond" w:cs="Franklin Gothic Medium Cond"/>
          <w:sz w:val="16"/>
          <w:szCs w:val="16"/>
          <w:u w:val="single"/>
        </w:rPr>
      </w:pPr>
      <w:r w:rsidRPr="00F65EBC">
        <w:rPr>
          <w:rFonts w:ascii="Franklin Gothic Medium Cond" w:hAnsi="Franklin Gothic Medium Cond" w:cs="Franklin Gothic Medium Cond"/>
          <w:sz w:val="16"/>
          <w:szCs w:val="16"/>
          <w:u w:val="single"/>
        </w:rPr>
        <w:t>Member Alpha Beta Kappa National Honor Society</w:t>
      </w:r>
    </w:p>
    <w:p w14:paraId="306C5ED2" w14:textId="77777777" w:rsidR="009B664E" w:rsidRPr="00872E0B" w:rsidRDefault="006A74DB" w:rsidP="009B664E">
      <w:pPr>
        <w:ind w:left="1800" w:hanging="1080"/>
        <w:rPr>
          <w:rFonts w:ascii="Franklin Gothic Medium Cond" w:hAnsi="Franklin Gothic Medium Cond" w:cs="Franklin Gothic Medium Cond"/>
          <w:color w:val="6699CC"/>
          <w:sz w:val="16"/>
          <w:szCs w:val="16"/>
          <w:u w:val="single"/>
        </w:rPr>
      </w:pPr>
      <w:r w:rsidRPr="005C072D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2003-2006     </w:t>
      </w:r>
      <w:r w:rsidR="00662252">
        <w:rPr>
          <w:rFonts w:ascii="Franklin Gothic Medium Cond" w:hAnsi="Franklin Gothic Medium Cond" w:cs="Franklin Gothic Medium Cond"/>
          <w:sz w:val="16"/>
          <w:szCs w:val="16"/>
          <w:u w:val="single"/>
        </w:rPr>
        <w:t>Associates of Science:</w:t>
      </w:r>
      <w:r w:rsidR="009B664E" w:rsidRPr="005C072D">
        <w:rPr>
          <w:rFonts w:ascii="Franklin Gothic Medium Cond" w:hAnsi="Franklin Gothic Medium Cond" w:cs="Franklin Gothic Medium Cond"/>
          <w:sz w:val="16"/>
          <w:szCs w:val="16"/>
          <w:u w:val="single"/>
        </w:rPr>
        <w:t xml:space="preserve"> Computer Programming, St. Clair County Community College</w:t>
      </w:r>
    </w:p>
    <w:p w14:paraId="487E73DB" w14:textId="77777777" w:rsidR="00A74C55" w:rsidRPr="00C16765" w:rsidRDefault="00A74C55" w:rsidP="00F65EBC">
      <w:pPr>
        <w:rPr>
          <w:rFonts w:ascii="Franklin Gothic Medium Cond" w:hAnsi="Franklin Gothic Medium Cond" w:cs="Franklin Gothic Medium Cond"/>
          <w:color w:val="6699CC"/>
          <w:sz w:val="16"/>
          <w:szCs w:val="16"/>
          <w:u w:val="single"/>
        </w:rPr>
      </w:pPr>
    </w:p>
    <w:sectPr w:rsidR="00A74C55" w:rsidRPr="00C16765" w:rsidSect="004B26A5">
      <w:footerReference w:type="default" r:id="rId9"/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5179A" w14:textId="77777777" w:rsidR="009B362D" w:rsidRDefault="009B362D">
      <w:r>
        <w:separator/>
      </w:r>
    </w:p>
  </w:endnote>
  <w:endnote w:type="continuationSeparator" w:id="0">
    <w:p w14:paraId="3E38F29E" w14:textId="77777777" w:rsidR="009B362D" w:rsidRDefault="009B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D0DD7" w14:textId="77777777" w:rsidR="000B20D6" w:rsidRDefault="009B362D">
    <w:pPr>
      <w:pStyle w:val="Footer"/>
    </w:pPr>
    <w:r>
      <w:rPr>
        <w:noProof/>
      </w:rPr>
      <w:pict w14:anchorId="205632EF">
        <v:line id="_x0000_s2049" style="position:absolute;z-index:251657728" from="0,13.8pt" to="6in,13.8pt" strokecolor="#339" strokeweight="2.2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D42A9" w14:textId="77777777" w:rsidR="009B362D" w:rsidRDefault="009B362D">
      <w:r>
        <w:separator/>
      </w:r>
    </w:p>
  </w:footnote>
  <w:footnote w:type="continuationSeparator" w:id="0">
    <w:p w14:paraId="7DE8BE4A" w14:textId="77777777" w:rsidR="009B362D" w:rsidRDefault="009B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AE277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D86E3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EF27E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416C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8C250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029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5AF2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54D5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904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B06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D23767"/>
    <w:multiLevelType w:val="hybridMultilevel"/>
    <w:tmpl w:val="647A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603EBC"/>
    <w:multiLevelType w:val="hybridMultilevel"/>
    <w:tmpl w:val="4100E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81826"/>
    <w:multiLevelType w:val="hybridMultilevel"/>
    <w:tmpl w:val="1DDE1A5A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3">
    <w:nsid w:val="1D976AE1"/>
    <w:multiLevelType w:val="hybridMultilevel"/>
    <w:tmpl w:val="1FA667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E8065D"/>
    <w:multiLevelType w:val="hybridMultilevel"/>
    <w:tmpl w:val="A4E8F7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3791E6E"/>
    <w:multiLevelType w:val="hybridMultilevel"/>
    <w:tmpl w:val="EAD0F4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CA43B2"/>
    <w:multiLevelType w:val="hybridMultilevel"/>
    <w:tmpl w:val="774C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670A4"/>
    <w:multiLevelType w:val="hybridMultilevel"/>
    <w:tmpl w:val="1C64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076BA"/>
    <w:multiLevelType w:val="hybridMultilevel"/>
    <w:tmpl w:val="2CC87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9558E"/>
    <w:multiLevelType w:val="hybridMultilevel"/>
    <w:tmpl w:val="D932F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834275"/>
    <w:multiLevelType w:val="hybridMultilevel"/>
    <w:tmpl w:val="AE068894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9"/>
  </w:num>
  <w:num w:numId="15">
    <w:abstractNumId w:val="16"/>
  </w:num>
  <w:num w:numId="16">
    <w:abstractNumId w:val="17"/>
  </w:num>
  <w:num w:numId="17">
    <w:abstractNumId w:val="10"/>
  </w:num>
  <w:num w:numId="18">
    <w:abstractNumId w:val="12"/>
  </w:num>
  <w:num w:numId="19">
    <w:abstractNumId w:val="20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bebeea,#d5daf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EA4"/>
    <w:rsid w:val="000126B9"/>
    <w:rsid w:val="00015BE0"/>
    <w:rsid w:val="00027254"/>
    <w:rsid w:val="000464EA"/>
    <w:rsid w:val="00050128"/>
    <w:rsid w:val="0005542C"/>
    <w:rsid w:val="00060082"/>
    <w:rsid w:val="00075098"/>
    <w:rsid w:val="000824F6"/>
    <w:rsid w:val="00083AA2"/>
    <w:rsid w:val="00086485"/>
    <w:rsid w:val="0008702D"/>
    <w:rsid w:val="00094D13"/>
    <w:rsid w:val="000950BA"/>
    <w:rsid w:val="0009789D"/>
    <w:rsid w:val="000A5E4A"/>
    <w:rsid w:val="000B0D43"/>
    <w:rsid w:val="000B20D6"/>
    <w:rsid w:val="000B2AE3"/>
    <w:rsid w:val="000B6F34"/>
    <w:rsid w:val="000C1C6A"/>
    <w:rsid w:val="000F6A90"/>
    <w:rsid w:val="000F6F1A"/>
    <w:rsid w:val="00114680"/>
    <w:rsid w:val="00121431"/>
    <w:rsid w:val="0012628E"/>
    <w:rsid w:val="00133DB1"/>
    <w:rsid w:val="0013559B"/>
    <w:rsid w:val="0014049A"/>
    <w:rsid w:val="00140DAE"/>
    <w:rsid w:val="00161FCD"/>
    <w:rsid w:val="001704BD"/>
    <w:rsid w:val="001A419F"/>
    <w:rsid w:val="001A4EDB"/>
    <w:rsid w:val="001B3418"/>
    <w:rsid w:val="001C3A44"/>
    <w:rsid w:val="001D5436"/>
    <w:rsid w:val="001F0C84"/>
    <w:rsid w:val="001F37B3"/>
    <w:rsid w:val="00213BD9"/>
    <w:rsid w:val="002408C6"/>
    <w:rsid w:val="00243447"/>
    <w:rsid w:val="00251886"/>
    <w:rsid w:val="002801CD"/>
    <w:rsid w:val="00280CE6"/>
    <w:rsid w:val="00294107"/>
    <w:rsid w:val="002C2B3D"/>
    <w:rsid w:val="002C71A0"/>
    <w:rsid w:val="002D69A5"/>
    <w:rsid w:val="002D75FF"/>
    <w:rsid w:val="002D7E32"/>
    <w:rsid w:val="002D7EBD"/>
    <w:rsid w:val="002E28FB"/>
    <w:rsid w:val="002E5F82"/>
    <w:rsid w:val="002F7974"/>
    <w:rsid w:val="002F7992"/>
    <w:rsid w:val="00303D96"/>
    <w:rsid w:val="0030431A"/>
    <w:rsid w:val="0033366A"/>
    <w:rsid w:val="00366F3E"/>
    <w:rsid w:val="00377A52"/>
    <w:rsid w:val="003B64B7"/>
    <w:rsid w:val="003C0786"/>
    <w:rsid w:val="003C2D76"/>
    <w:rsid w:val="003D0059"/>
    <w:rsid w:val="003D1EAA"/>
    <w:rsid w:val="003E379E"/>
    <w:rsid w:val="003E57B1"/>
    <w:rsid w:val="003F564F"/>
    <w:rsid w:val="004008F3"/>
    <w:rsid w:val="00417079"/>
    <w:rsid w:val="00421E2C"/>
    <w:rsid w:val="00432BA0"/>
    <w:rsid w:val="0043525E"/>
    <w:rsid w:val="00435C95"/>
    <w:rsid w:val="00441627"/>
    <w:rsid w:val="00457519"/>
    <w:rsid w:val="004702F6"/>
    <w:rsid w:val="00472F55"/>
    <w:rsid w:val="00473475"/>
    <w:rsid w:val="004A0F03"/>
    <w:rsid w:val="004A3E70"/>
    <w:rsid w:val="004B26A5"/>
    <w:rsid w:val="004B2B70"/>
    <w:rsid w:val="004C07A5"/>
    <w:rsid w:val="004C0BA0"/>
    <w:rsid w:val="004D12CF"/>
    <w:rsid w:val="004D1AC7"/>
    <w:rsid w:val="004D3797"/>
    <w:rsid w:val="004E2CAF"/>
    <w:rsid w:val="004E3422"/>
    <w:rsid w:val="004E5C1E"/>
    <w:rsid w:val="00506DB9"/>
    <w:rsid w:val="00507113"/>
    <w:rsid w:val="005134D2"/>
    <w:rsid w:val="0051707C"/>
    <w:rsid w:val="00521A47"/>
    <w:rsid w:val="00547C7C"/>
    <w:rsid w:val="00561F65"/>
    <w:rsid w:val="00564783"/>
    <w:rsid w:val="005A25B2"/>
    <w:rsid w:val="005A4C22"/>
    <w:rsid w:val="005B107E"/>
    <w:rsid w:val="005B2B81"/>
    <w:rsid w:val="005C072D"/>
    <w:rsid w:val="005C48E1"/>
    <w:rsid w:val="005D43ED"/>
    <w:rsid w:val="005F475E"/>
    <w:rsid w:val="006047EF"/>
    <w:rsid w:val="006126B8"/>
    <w:rsid w:val="00620C6C"/>
    <w:rsid w:val="00651E2F"/>
    <w:rsid w:val="00651EE0"/>
    <w:rsid w:val="00652D47"/>
    <w:rsid w:val="00662252"/>
    <w:rsid w:val="00663FB8"/>
    <w:rsid w:val="00675BA5"/>
    <w:rsid w:val="00675DCC"/>
    <w:rsid w:val="00690009"/>
    <w:rsid w:val="006A0E6D"/>
    <w:rsid w:val="006A74DB"/>
    <w:rsid w:val="006C53F8"/>
    <w:rsid w:val="006F6FA7"/>
    <w:rsid w:val="00713CD1"/>
    <w:rsid w:val="0072029B"/>
    <w:rsid w:val="00730550"/>
    <w:rsid w:val="007321F8"/>
    <w:rsid w:val="007533CA"/>
    <w:rsid w:val="00764AB3"/>
    <w:rsid w:val="007947EE"/>
    <w:rsid w:val="00797C75"/>
    <w:rsid w:val="00797F53"/>
    <w:rsid w:val="007A1FD0"/>
    <w:rsid w:val="007B0609"/>
    <w:rsid w:val="007D2C8E"/>
    <w:rsid w:val="007D5836"/>
    <w:rsid w:val="007E23FC"/>
    <w:rsid w:val="007F4A4C"/>
    <w:rsid w:val="00811369"/>
    <w:rsid w:val="00813DBB"/>
    <w:rsid w:val="0082082D"/>
    <w:rsid w:val="00853F87"/>
    <w:rsid w:val="0086728C"/>
    <w:rsid w:val="00867E5C"/>
    <w:rsid w:val="00872E0B"/>
    <w:rsid w:val="008767E2"/>
    <w:rsid w:val="00880D3F"/>
    <w:rsid w:val="00896706"/>
    <w:rsid w:val="008B6708"/>
    <w:rsid w:val="008D0EA1"/>
    <w:rsid w:val="008E5F9E"/>
    <w:rsid w:val="008E6501"/>
    <w:rsid w:val="008F407B"/>
    <w:rsid w:val="008F6E58"/>
    <w:rsid w:val="00900ADB"/>
    <w:rsid w:val="009141D2"/>
    <w:rsid w:val="00922FAA"/>
    <w:rsid w:val="00931FFD"/>
    <w:rsid w:val="0094121A"/>
    <w:rsid w:val="00941E66"/>
    <w:rsid w:val="009573B5"/>
    <w:rsid w:val="00964B1E"/>
    <w:rsid w:val="00965896"/>
    <w:rsid w:val="00971808"/>
    <w:rsid w:val="009720DE"/>
    <w:rsid w:val="0097233F"/>
    <w:rsid w:val="00972B95"/>
    <w:rsid w:val="00972EC6"/>
    <w:rsid w:val="009770AF"/>
    <w:rsid w:val="00991907"/>
    <w:rsid w:val="009B362D"/>
    <w:rsid w:val="009B664E"/>
    <w:rsid w:val="009C5C68"/>
    <w:rsid w:val="009D4D51"/>
    <w:rsid w:val="009D740E"/>
    <w:rsid w:val="009D7826"/>
    <w:rsid w:val="009E045A"/>
    <w:rsid w:val="00A034A7"/>
    <w:rsid w:val="00A043C5"/>
    <w:rsid w:val="00A13AEB"/>
    <w:rsid w:val="00A16FB8"/>
    <w:rsid w:val="00A232FE"/>
    <w:rsid w:val="00A3456E"/>
    <w:rsid w:val="00A57806"/>
    <w:rsid w:val="00A5781F"/>
    <w:rsid w:val="00A6578A"/>
    <w:rsid w:val="00A707AA"/>
    <w:rsid w:val="00A74C55"/>
    <w:rsid w:val="00A77E4B"/>
    <w:rsid w:val="00A91B6B"/>
    <w:rsid w:val="00A97EEF"/>
    <w:rsid w:val="00AA099C"/>
    <w:rsid w:val="00AA3C7A"/>
    <w:rsid w:val="00AC1B1A"/>
    <w:rsid w:val="00AC315C"/>
    <w:rsid w:val="00AF6CDC"/>
    <w:rsid w:val="00B0502C"/>
    <w:rsid w:val="00B17957"/>
    <w:rsid w:val="00B2102C"/>
    <w:rsid w:val="00B24FD5"/>
    <w:rsid w:val="00B33701"/>
    <w:rsid w:val="00B3424E"/>
    <w:rsid w:val="00B36211"/>
    <w:rsid w:val="00B562F3"/>
    <w:rsid w:val="00B60213"/>
    <w:rsid w:val="00B65E9F"/>
    <w:rsid w:val="00B71EE7"/>
    <w:rsid w:val="00B74588"/>
    <w:rsid w:val="00B754FB"/>
    <w:rsid w:val="00BA0669"/>
    <w:rsid w:val="00BB3E3E"/>
    <w:rsid w:val="00BB75A6"/>
    <w:rsid w:val="00BC152A"/>
    <w:rsid w:val="00BD783A"/>
    <w:rsid w:val="00BE2933"/>
    <w:rsid w:val="00BE3064"/>
    <w:rsid w:val="00BE5BC5"/>
    <w:rsid w:val="00BF21BB"/>
    <w:rsid w:val="00BF3F8B"/>
    <w:rsid w:val="00C04D6B"/>
    <w:rsid w:val="00C06388"/>
    <w:rsid w:val="00C13B1B"/>
    <w:rsid w:val="00C16765"/>
    <w:rsid w:val="00C463F4"/>
    <w:rsid w:val="00C63950"/>
    <w:rsid w:val="00C72F40"/>
    <w:rsid w:val="00CA6768"/>
    <w:rsid w:val="00CA7DD1"/>
    <w:rsid w:val="00CB273E"/>
    <w:rsid w:val="00CB5984"/>
    <w:rsid w:val="00CD03CD"/>
    <w:rsid w:val="00CD56D7"/>
    <w:rsid w:val="00CE00E9"/>
    <w:rsid w:val="00CE4F10"/>
    <w:rsid w:val="00CE6731"/>
    <w:rsid w:val="00CF0615"/>
    <w:rsid w:val="00CF3045"/>
    <w:rsid w:val="00D151FB"/>
    <w:rsid w:val="00D24762"/>
    <w:rsid w:val="00D2581C"/>
    <w:rsid w:val="00D261F6"/>
    <w:rsid w:val="00D30EA4"/>
    <w:rsid w:val="00D35B8F"/>
    <w:rsid w:val="00D471F2"/>
    <w:rsid w:val="00D511B7"/>
    <w:rsid w:val="00D533B7"/>
    <w:rsid w:val="00D55185"/>
    <w:rsid w:val="00D572BC"/>
    <w:rsid w:val="00D70576"/>
    <w:rsid w:val="00D75006"/>
    <w:rsid w:val="00D76189"/>
    <w:rsid w:val="00D85882"/>
    <w:rsid w:val="00DA2DCE"/>
    <w:rsid w:val="00DA6E33"/>
    <w:rsid w:val="00DD775A"/>
    <w:rsid w:val="00DE16EF"/>
    <w:rsid w:val="00DF24F0"/>
    <w:rsid w:val="00E10393"/>
    <w:rsid w:val="00E1114D"/>
    <w:rsid w:val="00E17699"/>
    <w:rsid w:val="00E24B7E"/>
    <w:rsid w:val="00E27A93"/>
    <w:rsid w:val="00E27B13"/>
    <w:rsid w:val="00E325E4"/>
    <w:rsid w:val="00E44683"/>
    <w:rsid w:val="00E45367"/>
    <w:rsid w:val="00E57ECB"/>
    <w:rsid w:val="00E924FF"/>
    <w:rsid w:val="00EA3809"/>
    <w:rsid w:val="00EB6341"/>
    <w:rsid w:val="00EC6307"/>
    <w:rsid w:val="00EF3ECE"/>
    <w:rsid w:val="00F004F5"/>
    <w:rsid w:val="00F11E84"/>
    <w:rsid w:val="00F178A3"/>
    <w:rsid w:val="00F2339C"/>
    <w:rsid w:val="00F24250"/>
    <w:rsid w:val="00F30CC1"/>
    <w:rsid w:val="00F30E9F"/>
    <w:rsid w:val="00F334C6"/>
    <w:rsid w:val="00F522AD"/>
    <w:rsid w:val="00F65EBC"/>
    <w:rsid w:val="00F817BF"/>
    <w:rsid w:val="00F8382C"/>
    <w:rsid w:val="00FB2F2C"/>
    <w:rsid w:val="00FB5DA1"/>
    <w:rsid w:val="00FC1801"/>
    <w:rsid w:val="00FD55D8"/>
    <w:rsid w:val="00FE25E1"/>
    <w:rsid w:val="00FE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bebeea,#d5daf3"/>
    </o:shapedefaults>
    <o:shapelayout v:ext="edit">
      <o:idmap v:ext="edit" data="1"/>
    </o:shapelayout>
  </w:shapeDefaults>
  <w:decimalSymbol w:val="."/>
  <w:listSeparator w:val=","/>
  <w14:docId w14:val="0745EADA"/>
  <w15:docId w15:val="{64D06A43-0A35-4B13-844C-EC73A969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808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15B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652D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705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057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7533CA"/>
    <w:pPr>
      <w:spacing w:before="240" w:after="240"/>
    </w:pPr>
  </w:style>
  <w:style w:type="paragraph" w:customStyle="1" w:styleId="ccEnclosure">
    <w:name w:val="cc:/Enclosure"/>
    <w:basedOn w:val="Normal"/>
    <w:rsid w:val="00941E66"/>
    <w:pPr>
      <w:tabs>
        <w:tab w:val="left" w:pos="1440"/>
      </w:tabs>
      <w:spacing w:after="240"/>
      <w:ind w:left="1440" w:hanging="1440"/>
    </w:pPr>
  </w:style>
  <w:style w:type="paragraph" w:styleId="Closing">
    <w:name w:val="Closing"/>
    <w:basedOn w:val="Normal"/>
    <w:rsid w:val="00941E66"/>
    <w:pPr>
      <w:spacing w:after="960"/>
    </w:pPr>
  </w:style>
  <w:style w:type="paragraph" w:styleId="Date">
    <w:name w:val="Date"/>
    <w:basedOn w:val="Normal"/>
    <w:next w:val="Normal"/>
    <w:rsid w:val="00941E66"/>
    <w:pPr>
      <w:spacing w:before="480" w:after="480"/>
    </w:pPr>
  </w:style>
  <w:style w:type="paragraph" w:customStyle="1" w:styleId="RecipientAddress">
    <w:name w:val="Recipient Address"/>
    <w:basedOn w:val="Normal"/>
    <w:rsid w:val="00941E66"/>
  </w:style>
  <w:style w:type="paragraph" w:styleId="Salutation">
    <w:name w:val="Salutation"/>
    <w:basedOn w:val="Normal"/>
    <w:next w:val="Normal"/>
    <w:rsid w:val="00941E66"/>
    <w:pPr>
      <w:spacing w:before="480" w:after="240"/>
    </w:pPr>
  </w:style>
  <w:style w:type="paragraph" w:styleId="Signature">
    <w:name w:val="Signature"/>
    <w:basedOn w:val="Normal"/>
    <w:rsid w:val="00941E66"/>
    <w:pPr>
      <w:spacing w:before="960" w:after="240"/>
    </w:pPr>
  </w:style>
  <w:style w:type="paragraph" w:customStyle="1" w:styleId="SenderAddress">
    <w:name w:val="Sender Address"/>
    <w:basedOn w:val="Normal"/>
    <w:link w:val="SenderAddressChar"/>
    <w:rsid w:val="00675BA5"/>
    <w:pPr>
      <w:ind w:left="4320"/>
      <w:jc w:val="right"/>
    </w:pPr>
    <w:rPr>
      <w:i/>
    </w:rPr>
  </w:style>
  <w:style w:type="paragraph" w:customStyle="1" w:styleId="SenderName">
    <w:name w:val="Sender Name"/>
    <w:basedOn w:val="Normal"/>
    <w:next w:val="SenderAddress"/>
    <w:link w:val="SenderNameChar"/>
    <w:rsid w:val="00027254"/>
    <w:pPr>
      <w:spacing w:before="240"/>
      <w:jc w:val="right"/>
    </w:pPr>
    <w:rPr>
      <w:b/>
      <w:bCs/>
      <w:i/>
      <w:iCs/>
      <w:color w:val="333399"/>
      <w:sz w:val="32"/>
      <w:szCs w:val="32"/>
    </w:rPr>
  </w:style>
  <w:style w:type="character" w:customStyle="1" w:styleId="SenderAddressChar">
    <w:name w:val="Sender Address Char"/>
    <w:basedOn w:val="DefaultParagraphFont"/>
    <w:link w:val="SenderAddress"/>
    <w:rsid w:val="00675BA5"/>
    <w:rPr>
      <w:rFonts w:ascii="Arial" w:hAnsi="Arial"/>
      <w:i/>
      <w:sz w:val="24"/>
      <w:szCs w:val="24"/>
      <w:lang w:val="en-US" w:eastAsia="en-US" w:bidi="ar-SA"/>
    </w:rPr>
  </w:style>
  <w:style w:type="character" w:customStyle="1" w:styleId="SenderNameChar">
    <w:name w:val="Sender Name Char"/>
    <w:basedOn w:val="SenderAddressChar"/>
    <w:link w:val="SenderName"/>
    <w:rsid w:val="00027254"/>
    <w:rPr>
      <w:rFonts w:ascii="Arial" w:hAnsi="Arial"/>
      <w:b/>
      <w:bCs/>
      <w:i/>
      <w:iCs/>
      <w:color w:val="333399"/>
      <w:sz w:val="32"/>
      <w:szCs w:val="32"/>
      <w:lang w:val="en-US" w:eastAsia="en-US" w:bidi="ar-SA"/>
    </w:rPr>
  </w:style>
  <w:style w:type="paragraph" w:styleId="ListBullet2">
    <w:name w:val="List Bullet 2"/>
    <w:basedOn w:val="Normal"/>
    <w:autoRedefine/>
    <w:rsid w:val="007533CA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B664E"/>
    <w:pPr>
      <w:widowControl w:val="0"/>
      <w:overflowPunct w:val="0"/>
      <w:autoSpaceDE w:val="0"/>
      <w:autoSpaceDN w:val="0"/>
      <w:adjustRightInd w:val="0"/>
      <w:ind w:left="720"/>
      <w:contextualSpacing/>
    </w:pPr>
    <w:rPr>
      <w:rFonts w:ascii="Times New Roman" w:hAnsi="Times New Roman"/>
      <w:kern w:val="28"/>
      <w:szCs w:val="20"/>
    </w:rPr>
  </w:style>
  <w:style w:type="character" w:styleId="Hyperlink">
    <w:name w:val="Hyperlink"/>
    <w:basedOn w:val="DefaultParagraphFont"/>
    <w:rsid w:val="00797F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797F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tmitchel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finate\AppData\Roaming\Microsoft\Templates\Cover%20letter%20for%20unsolicited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0230-C7C6-46C0-AFC7-ECF326A2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for unsolicited resume</Template>
  <TotalTime>302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Lee Mitchell</dc:creator>
  <cp:lastModifiedBy>Lee Mitchell</cp:lastModifiedBy>
  <cp:revision>112</cp:revision>
  <cp:lastPrinted>2010-09-10T21:47:00Z</cp:lastPrinted>
  <dcterms:created xsi:type="dcterms:W3CDTF">2010-03-31T00:07:00Z</dcterms:created>
  <dcterms:modified xsi:type="dcterms:W3CDTF">2013-11-09T02:27:00Z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TC060914241033</vt:lpwstr>
  </property>
</Properties>
</file>